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E451A3" w14:textId="6E08A476" w:rsidR="007D0EBF" w:rsidRDefault="003E422B" w:rsidP="008C4574">
      <w:pPr>
        <w:pStyle w:val="berschrift2"/>
        <w:rPr>
          <w:rFonts w:eastAsiaTheme="minorHAnsi"/>
          <w:lang w:eastAsia="en-US"/>
        </w:rPr>
      </w:pPr>
      <w:r>
        <w:rPr>
          <w:rFonts w:eastAsiaTheme="minorHAnsi"/>
          <w:lang w:eastAsia="en-US"/>
        </w:rPr>
        <w:t xml:space="preserve">Erweitern des </w:t>
      </w:r>
      <w:r w:rsidR="0058774C">
        <w:rPr>
          <w:rFonts w:eastAsiaTheme="minorHAnsi"/>
          <w:lang w:eastAsia="en-US"/>
        </w:rPr>
        <w:t>Servers</w:t>
      </w:r>
    </w:p>
    <w:p w14:paraId="694F7F2D" w14:textId="77777777" w:rsidR="00BC46D9" w:rsidRDefault="00BC46D9" w:rsidP="00757CF4">
      <w:pPr>
        <w:rPr>
          <w:rFonts w:eastAsiaTheme="minorHAnsi"/>
          <w:lang w:eastAsia="en-US"/>
        </w:rPr>
      </w:pPr>
      <w:r>
        <w:rPr>
          <w:rFonts w:eastAsiaTheme="minorHAnsi"/>
          <w:lang w:eastAsia="en-US"/>
        </w:rPr>
        <w:t>Der Server hat die Aufgabe, die Nachrichten zu empfangen und an alle angeschlossenen, empfangsbereiten Clients weiterzuleiten. Gesteuert wird die Verteilung durch den sendenden Client, der auswählen kann, wer die Nachricht empfangen soll.</w:t>
      </w:r>
    </w:p>
    <w:p w14:paraId="1551DA0E" w14:textId="256AD1A1" w:rsidR="00BC46D9" w:rsidRDefault="00064F3A" w:rsidP="00757CF4">
      <w:pPr>
        <w:rPr>
          <w:rFonts w:eastAsiaTheme="minorHAnsi"/>
          <w:lang w:eastAsia="en-US"/>
        </w:rPr>
      </w:pPr>
      <w:r>
        <w:rPr>
          <w:noProof/>
        </w:rPr>
        <w:pict w14:anchorId="712BE0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70.15pt;margin-top:55.2pt;width:294.6pt;height:210.6pt;z-index:251664384;mso-position-horizontal-relative:text;mso-position-vertical-relative:text;mso-width-relative:page;mso-height-relative:page">
            <v:imagedata r:id="rId11" o:title="server_clienthandler"/>
            <w10:wrap type="square"/>
          </v:shape>
        </w:pict>
      </w:r>
      <w:r w:rsidR="00757CF4">
        <w:rPr>
          <w:rFonts w:eastAsiaTheme="minorHAnsi"/>
          <w:lang w:eastAsia="en-US"/>
        </w:rPr>
        <w:t>Im zur Verfügung gestellten Code ist die Server-Gui und der Empfänger wie in bisherigen Beispielen gegeben. Neu ist nun, dass wir mehrere Clients synchronisieren müssen. Dazu wird zunächst ein ClientHandler erzeugt (siehe Diagramm unten), von denen jedes Objekt einen Client ‚betreut‘.</w:t>
      </w:r>
    </w:p>
    <w:p w14:paraId="317BD39D" w14:textId="1E6B6E4F" w:rsidR="00757CF4" w:rsidRDefault="00757CF4" w:rsidP="00757CF4">
      <w:pPr>
        <w:rPr>
          <w:rFonts w:eastAsiaTheme="minorHAnsi"/>
          <w:lang w:eastAsia="en-US"/>
        </w:rPr>
      </w:pPr>
      <w:r>
        <w:rPr>
          <w:rFonts w:eastAsiaTheme="minorHAnsi"/>
          <w:lang w:eastAsia="en-US"/>
        </w:rPr>
        <w:t xml:space="preserve">Im Hauptprogramm des Servers werden alle </w:t>
      </w:r>
      <w:r w:rsidR="00873C4E">
        <w:rPr>
          <w:rFonts w:eastAsiaTheme="minorHAnsi"/>
          <w:lang w:eastAsia="en-US"/>
        </w:rPr>
        <w:t>Clients in einem Array gespeichert (alternative Lösung: Änderung der Speicherstruktur in eine Liste)</w:t>
      </w:r>
      <w:r w:rsidR="00F05153">
        <w:rPr>
          <w:rFonts w:eastAsiaTheme="minorHAnsi"/>
          <w:lang w:eastAsia="en-US"/>
        </w:rPr>
        <w:t>, so</w:t>
      </w:r>
      <w:r w:rsidR="00854C76">
        <w:rPr>
          <w:rFonts w:eastAsiaTheme="minorHAnsi"/>
          <w:lang w:eastAsia="en-US"/>
        </w:rPr>
        <w:t>dass das Hauptprogramm weiter auf Empfang für neue Clients bleibt.</w:t>
      </w:r>
    </w:p>
    <w:p w14:paraId="5431F238" w14:textId="333A23E4" w:rsidR="00D521F0" w:rsidRDefault="00D521F0" w:rsidP="00757CF4">
      <w:pPr>
        <w:rPr>
          <w:rFonts w:eastAsiaTheme="minorHAnsi"/>
          <w:lang w:eastAsia="en-US"/>
        </w:rPr>
      </w:pPr>
      <w:r>
        <w:rPr>
          <w:rFonts w:eastAsiaTheme="minorHAnsi"/>
          <w:lang w:eastAsia="en-US"/>
        </w:rPr>
        <w:t>Die Klasse ClientHandler ist von d</w:t>
      </w:r>
      <w:r w:rsidR="00F05153">
        <w:rPr>
          <w:rFonts w:eastAsiaTheme="minorHAnsi"/>
          <w:lang w:eastAsia="en-US"/>
        </w:rPr>
        <w:t>er Klasse Thread abgeleitet, so</w:t>
      </w:r>
      <w:r>
        <w:rPr>
          <w:rFonts w:eastAsiaTheme="minorHAnsi"/>
          <w:lang w:eastAsia="en-US"/>
        </w:rPr>
        <w:t xml:space="preserve">dass der wesentliche Teil in der run()-Methode passieren muss. </w:t>
      </w:r>
      <w:r w:rsidR="00297B71">
        <w:rPr>
          <w:rFonts w:eastAsiaTheme="minorHAnsi"/>
          <w:lang w:eastAsia="en-US"/>
        </w:rPr>
        <w:t xml:space="preserve">Der ClientHandler hält Verbindung zu ‚seinem‘ Client über den Socket und kommuniziert mit ihm über den input- und outputStream. Gleichzeitig ‚kennt‘ er aber auch die anderen </w:t>
      </w:r>
      <w:r w:rsidR="00A94A01">
        <w:rPr>
          <w:rFonts w:eastAsiaTheme="minorHAnsi"/>
          <w:lang w:eastAsia="en-US"/>
        </w:rPr>
        <w:t>Clients, da er die Referenz auf alle über den K</w:t>
      </w:r>
      <w:r w:rsidR="00ED37D4">
        <w:rPr>
          <w:rFonts w:eastAsiaTheme="minorHAnsi"/>
          <w:lang w:eastAsia="en-US"/>
        </w:rPr>
        <w:t>onstruktor mit</w:t>
      </w:r>
      <w:r w:rsidR="00F05153">
        <w:rPr>
          <w:rFonts w:eastAsiaTheme="minorHAnsi"/>
          <w:lang w:eastAsia="en-US"/>
        </w:rPr>
        <w:t>bekommt (Achtung: D</w:t>
      </w:r>
      <w:r w:rsidR="00A94A01">
        <w:rPr>
          <w:rFonts w:eastAsiaTheme="minorHAnsi"/>
          <w:lang w:eastAsia="en-US"/>
        </w:rPr>
        <w:t>a ist er auch selbst mit drin).</w:t>
      </w:r>
    </w:p>
    <w:p w14:paraId="248E87D7" w14:textId="33A9A15A" w:rsidR="00A94A01" w:rsidRDefault="004F6D5B" w:rsidP="00757CF4">
      <w:pPr>
        <w:rPr>
          <w:rFonts w:eastAsiaTheme="minorHAnsi"/>
          <w:lang w:eastAsia="en-US"/>
        </w:rPr>
      </w:pPr>
      <w:r>
        <w:rPr>
          <w:rFonts w:eastAsiaTheme="minorHAnsi"/>
          <w:lang w:eastAsia="en-US"/>
        </w:rPr>
        <w:t>Was passiert nun in den einzelnen Methoden:</w:t>
      </w:r>
    </w:p>
    <w:p w14:paraId="042CF25B" w14:textId="0B5D93DF" w:rsidR="004F6D5B" w:rsidRDefault="004F6D5B" w:rsidP="004F6D5B">
      <w:pPr>
        <w:pStyle w:val="Listenabsatz"/>
        <w:numPr>
          <w:ilvl w:val="0"/>
          <w:numId w:val="15"/>
        </w:numPr>
        <w:rPr>
          <w:rFonts w:eastAsiaTheme="minorHAnsi"/>
          <w:lang w:eastAsia="en-US"/>
        </w:rPr>
      </w:pPr>
      <w:r>
        <w:rPr>
          <w:rFonts w:eastAsiaTheme="minorHAnsi"/>
          <w:lang w:eastAsia="en-US"/>
        </w:rPr>
        <w:t>In createClientName wird das Klassenattribut nameCounter hochgezählt und zusammen mit einem weiteren Namenselement (beliebig) ein eindeutiger Name erzeugt.</w:t>
      </w:r>
    </w:p>
    <w:p w14:paraId="71E335CC" w14:textId="73B4DEC9" w:rsidR="004F6D5B" w:rsidRDefault="004F6D5B" w:rsidP="004F6D5B">
      <w:pPr>
        <w:pStyle w:val="Listenabsatz"/>
        <w:numPr>
          <w:ilvl w:val="0"/>
          <w:numId w:val="15"/>
        </w:numPr>
        <w:rPr>
          <w:rFonts w:eastAsiaTheme="minorHAnsi"/>
          <w:lang w:eastAsia="en-US"/>
        </w:rPr>
      </w:pPr>
      <w:r>
        <w:rPr>
          <w:rFonts w:eastAsiaTheme="minorHAnsi"/>
          <w:lang w:eastAsia="en-US"/>
        </w:rPr>
        <w:t>Im Kon</w:t>
      </w:r>
      <w:r w:rsidR="00F05153">
        <w:rPr>
          <w:rFonts w:eastAsiaTheme="minorHAnsi"/>
          <w:lang w:eastAsia="en-US"/>
        </w:rPr>
        <w:t>struktor werden wie üblich mith</w:t>
      </w:r>
      <w:bookmarkStart w:id="0" w:name="_GoBack"/>
      <w:bookmarkEnd w:id="0"/>
      <w:r>
        <w:rPr>
          <w:rFonts w:eastAsiaTheme="minorHAnsi"/>
          <w:lang w:eastAsia="en-US"/>
        </w:rPr>
        <w:t>ilfe der Parameter die entsprechenden Objektattribute initialisiert.</w:t>
      </w:r>
    </w:p>
    <w:p w14:paraId="0D3BBF39" w14:textId="74436A12" w:rsidR="007F62AD" w:rsidRDefault="004F6D5B" w:rsidP="004F6D5B">
      <w:pPr>
        <w:pStyle w:val="Listenabsatz"/>
        <w:numPr>
          <w:ilvl w:val="0"/>
          <w:numId w:val="15"/>
        </w:numPr>
        <w:rPr>
          <w:rFonts w:eastAsiaTheme="minorHAnsi"/>
          <w:lang w:eastAsia="en-US"/>
        </w:rPr>
      </w:pPr>
      <w:r>
        <w:rPr>
          <w:rFonts w:eastAsiaTheme="minorHAnsi"/>
          <w:lang w:eastAsia="en-US"/>
        </w:rPr>
        <w:t xml:space="preserve">Für die run-Methode liegt die </w:t>
      </w:r>
      <w:r w:rsidR="00CD0093">
        <w:rPr>
          <w:rFonts w:eastAsiaTheme="minorHAnsi"/>
          <w:lang w:eastAsia="en-US"/>
        </w:rPr>
        <w:t>nach</w:t>
      </w:r>
      <w:r>
        <w:rPr>
          <w:rFonts w:eastAsiaTheme="minorHAnsi"/>
          <w:lang w:eastAsia="en-US"/>
        </w:rPr>
        <w:t>folgende Beschreibung vor:</w:t>
      </w:r>
    </w:p>
    <w:p w14:paraId="38744626" w14:textId="77777777" w:rsidR="00B01B05" w:rsidRDefault="00CD0093" w:rsidP="007F62AD">
      <w:pPr>
        <w:spacing w:after="200" w:line="276" w:lineRule="auto"/>
        <w:rPr>
          <w:rFonts w:eastAsiaTheme="minorHAnsi"/>
          <w:lang w:eastAsia="en-US"/>
        </w:rPr>
      </w:pPr>
      <w:r>
        <w:rPr>
          <w:rFonts w:eastAsiaTheme="minorHAnsi"/>
          <w:noProof/>
        </w:rPr>
        <w:lastRenderedPageBreak/>
        <mc:AlternateContent>
          <mc:Choice Requires="wps">
            <w:drawing>
              <wp:inline distT="0" distB="0" distL="0" distR="0" wp14:anchorId="470B908F" wp14:editId="5EB0C52B">
                <wp:extent cx="6057900" cy="3558540"/>
                <wp:effectExtent l="0" t="0" r="19050" b="22860"/>
                <wp:docPr id="2" name="Textfeld 2"/>
                <wp:cNvGraphicFramePr/>
                <a:graphic xmlns:a="http://schemas.openxmlformats.org/drawingml/2006/main">
                  <a:graphicData uri="http://schemas.microsoft.com/office/word/2010/wordprocessingShape">
                    <wps:wsp>
                      <wps:cNvSpPr txBox="1"/>
                      <wps:spPr>
                        <a:xfrm>
                          <a:off x="0" y="0"/>
                          <a:ext cx="6057900" cy="3558540"/>
                        </a:xfrm>
                        <a:prstGeom prst="rect">
                          <a:avLst/>
                        </a:prstGeom>
                        <a:solidFill>
                          <a:schemeClr val="lt1"/>
                        </a:solidFill>
                        <a:ln w="6350">
                          <a:solidFill>
                            <a:prstClr val="black"/>
                          </a:solidFill>
                        </a:ln>
                      </wps:spPr>
                      <wps:txbx>
                        <w:txbxContent>
                          <w:p w14:paraId="13AC56AE" w14:textId="72292127" w:rsidR="007773A1" w:rsidRPr="009B2BD0" w:rsidRDefault="007773A1" w:rsidP="00D50099">
                            <w:pPr>
                              <w:tabs>
                                <w:tab w:val="left" w:pos="426"/>
                                <w:tab w:val="left" w:pos="851"/>
                                <w:tab w:val="left" w:pos="1276"/>
                                <w:tab w:val="left" w:pos="1701"/>
                                <w:tab w:val="left" w:pos="2127"/>
                                <w:tab w:val="left" w:pos="2552"/>
                              </w:tabs>
                              <w:autoSpaceDE w:val="0"/>
                              <w:autoSpaceDN w:val="0"/>
                              <w:adjustRightInd w:val="0"/>
                              <w:spacing w:after="0" w:line="240" w:lineRule="auto"/>
                              <w:rPr>
                                <w:rFonts w:ascii="Consolas" w:eastAsiaTheme="minorHAnsi" w:hAnsi="Consolas" w:cs="Consolas"/>
                                <w:color w:val="000000"/>
                                <w:szCs w:val="20"/>
                                <w:lang w:eastAsia="en-US"/>
                              </w:rPr>
                            </w:pPr>
                            <w:r>
                              <w:rPr>
                                <w:rFonts w:ascii="Consolas" w:eastAsiaTheme="minorHAnsi" w:hAnsi="Consolas" w:cs="Consolas"/>
                                <w:color w:val="000000"/>
                                <w:szCs w:val="20"/>
                                <w:lang w:eastAsia="en-US"/>
                              </w:rPr>
                              <w:tab/>
                            </w:r>
                            <w:r w:rsidR="00D50099">
                              <w:rPr>
                                <w:rFonts w:ascii="Consolas" w:eastAsiaTheme="minorHAnsi" w:hAnsi="Consolas" w:cs="Consolas"/>
                                <w:color w:val="000000"/>
                                <w:szCs w:val="20"/>
                                <w:lang w:eastAsia="en-US"/>
                              </w:rPr>
                              <w:t>Initialisiere den Input-und Outputstream mit Hilfe des sockets</w:t>
                            </w:r>
                          </w:p>
                          <w:p w14:paraId="55861A6A" w14:textId="68F499C7" w:rsidR="007773A1" w:rsidRPr="009B2BD0" w:rsidRDefault="007773A1" w:rsidP="00D15731">
                            <w:pPr>
                              <w:tabs>
                                <w:tab w:val="left" w:pos="426"/>
                                <w:tab w:val="left" w:pos="851"/>
                                <w:tab w:val="left" w:pos="1276"/>
                                <w:tab w:val="left" w:pos="1701"/>
                                <w:tab w:val="left" w:pos="2127"/>
                                <w:tab w:val="left" w:pos="2552"/>
                              </w:tabs>
                              <w:autoSpaceDE w:val="0"/>
                              <w:autoSpaceDN w:val="0"/>
                              <w:adjustRightInd w:val="0"/>
                              <w:spacing w:after="0" w:line="240" w:lineRule="auto"/>
                              <w:rPr>
                                <w:rFonts w:ascii="Consolas" w:eastAsiaTheme="minorHAnsi" w:hAnsi="Consolas" w:cs="Consolas"/>
                                <w:color w:val="000000"/>
                                <w:szCs w:val="20"/>
                                <w:lang w:eastAsia="en-US"/>
                              </w:rPr>
                            </w:pPr>
                            <w:r>
                              <w:rPr>
                                <w:rFonts w:ascii="Consolas" w:eastAsiaTheme="minorHAnsi" w:hAnsi="Consolas" w:cs="Consolas"/>
                                <w:color w:val="000000"/>
                                <w:szCs w:val="20"/>
                                <w:lang w:eastAsia="en-US"/>
                              </w:rPr>
                              <w:tab/>
                            </w:r>
                            <w:r w:rsidR="00EC5DB6">
                              <w:rPr>
                                <w:rFonts w:ascii="Consolas" w:eastAsiaTheme="minorHAnsi" w:hAnsi="Consolas" w:cs="Consolas"/>
                                <w:color w:val="000000"/>
                                <w:szCs w:val="20"/>
                                <w:lang w:eastAsia="en-US"/>
                              </w:rPr>
                              <w:t>Erzeuge den Namen des Clients</w:t>
                            </w:r>
                          </w:p>
                          <w:p w14:paraId="14B0401C" w14:textId="3DA56D64" w:rsidR="007773A1" w:rsidRPr="009B2BD0" w:rsidRDefault="007773A1" w:rsidP="00D15731">
                            <w:pPr>
                              <w:tabs>
                                <w:tab w:val="left" w:pos="426"/>
                                <w:tab w:val="left" w:pos="851"/>
                                <w:tab w:val="left" w:pos="1276"/>
                                <w:tab w:val="left" w:pos="1701"/>
                                <w:tab w:val="left" w:pos="2127"/>
                                <w:tab w:val="left" w:pos="2552"/>
                              </w:tabs>
                              <w:autoSpaceDE w:val="0"/>
                              <w:autoSpaceDN w:val="0"/>
                              <w:adjustRightInd w:val="0"/>
                              <w:spacing w:after="0" w:line="240" w:lineRule="auto"/>
                              <w:rPr>
                                <w:rFonts w:ascii="Consolas" w:eastAsiaTheme="minorHAnsi" w:hAnsi="Consolas" w:cs="Consolas"/>
                                <w:color w:val="000000"/>
                                <w:szCs w:val="20"/>
                                <w:lang w:eastAsia="en-US"/>
                              </w:rPr>
                            </w:pPr>
                            <w:r>
                              <w:rPr>
                                <w:rFonts w:ascii="Consolas" w:eastAsiaTheme="minorHAnsi" w:hAnsi="Consolas" w:cs="Consolas"/>
                                <w:color w:val="000000"/>
                                <w:szCs w:val="20"/>
                                <w:lang w:eastAsia="en-US"/>
                              </w:rPr>
                              <w:tab/>
                            </w:r>
                            <w:r w:rsidR="00104A35">
                              <w:rPr>
                                <w:rFonts w:ascii="Consolas" w:eastAsiaTheme="minorHAnsi" w:hAnsi="Consolas" w:cs="Consolas"/>
                                <w:color w:val="000000"/>
                                <w:szCs w:val="20"/>
                                <w:lang w:eastAsia="en-US"/>
                              </w:rPr>
                              <w:t xml:space="preserve">// </w:t>
                            </w:r>
                            <w:r w:rsidR="00CB73F8">
                              <w:rPr>
                                <w:rFonts w:ascii="Consolas" w:eastAsiaTheme="minorHAnsi" w:hAnsi="Consolas" w:cs="Consolas"/>
                                <w:color w:val="000000"/>
                                <w:szCs w:val="20"/>
                                <w:lang w:eastAsia="en-US"/>
                              </w:rPr>
                              <w:t>Synchronisierung des Zugriffs auf die anderen ClientHandler</w:t>
                            </w:r>
                          </w:p>
                          <w:p w14:paraId="48981F5A" w14:textId="1E4AF20B" w:rsidR="007773A1" w:rsidRPr="009B2BD0" w:rsidRDefault="007773A1" w:rsidP="00D15731">
                            <w:pPr>
                              <w:tabs>
                                <w:tab w:val="left" w:pos="426"/>
                                <w:tab w:val="left" w:pos="851"/>
                                <w:tab w:val="left" w:pos="1276"/>
                                <w:tab w:val="left" w:pos="1701"/>
                                <w:tab w:val="left" w:pos="2127"/>
                                <w:tab w:val="left" w:pos="2552"/>
                              </w:tabs>
                              <w:autoSpaceDE w:val="0"/>
                              <w:autoSpaceDN w:val="0"/>
                              <w:adjustRightInd w:val="0"/>
                              <w:spacing w:after="0" w:line="240" w:lineRule="auto"/>
                              <w:rPr>
                                <w:rFonts w:ascii="Consolas" w:eastAsiaTheme="minorHAnsi" w:hAnsi="Consolas" w:cs="Consolas"/>
                                <w:color w:val="000000"/>
                                <w:szCs w:val="20"/>
                                <w:lang w:eastAsia="en-US"/>
                              </w:rPr>
                            </w:pPr>
                            <w:r>
                              <w:rPr>
                                <w:rFonts w:ascii="Consolas" w:eastAsiaTheme="minorHAnsi" w:hAnsi="Consolas" w:cs="Consolas"/>
                                <w:color w:val="000000"/>
                                <w:szCs w:val="20"/>
                                <w:lang w:eastAsia="en-US"/>
                              </w:rPr>
                              <w:tab/>
                            </w:r>
                            <w:r>
                              <w:rPr>
                                <w:rFonts w:ascii="Consolas" w:eastAsiaTheme="minorHAnsi" w:hAnsi="Consolas" w:cs="Consolas"/>
                                <w:color w:val="000000"/>
                                <w:szCs w:val="20"/>
                                <w:lang w:eastAsia="en-US"/>
                              </w:rPr>
                              <w:tab/>
                              <w:t xml:space="preserve">ChatMessage </w:t>
                            </w:r>
                            <w:r w:rsidR="00104A35">
                              <w:rPr>
                                <w:rFonts w:ascii="Consolas" w:eastAsiaTheme="minorHAnsi" w:hAnsi="Consolas" w:cs="Consolas"/>
                                <w:color w:val="000000"/>
                                <w:szCs w:val="20"/>
                                <w:lang w:eastAsia="en-US"/>
                              </w:rPr>
                              <w:t>erzeugen für eine Verbindungsbestätigung</w:t>
                            </w:r>
                          </w:p>
                          <w:p w14:paraId="4ED4EB65" w14:textId="755DBE28" w:rsidR="007773A1" w:rsidRPr="009B2BD0" w:rsidRDefault="007773A1" w:rsidP="00D15731">
                            <w:pPr>
                              <w:tabs>
                                <w:tab w:val="left" w:pos="426"/>
                                <w:tab w:val="left" w:pos="851"/>
                                <w:tab w:val="left" w:pos="1276"/>
                                <w:tab w:val="left" w:pos="1701"/>
                                <w:tab w:val="left" w:pos="2127"/>
                                <w:tab w:val="left" w:pos="2552"/>
                              </w:tabs>
                              <w:autoSpaceDE w:val="0"/>
                              <w:autoSpaceDN w:val="0"/>
                              <w:adjustRightInd w:val="0"/>
                              <w:spacing w:after="0" w:line="240" w:lineRule="auto"/>
                              <w:rPr>
                                <w:rFonts w:ascii="Consolas" w:eastAsiaTheme="minorHAnsi" w:hAnsi="Consolas" w:cs="Consolas"/>
                                <w:color w:val="000000"/>
                                <w:szCs w:val="20"/>
                                <w:lang w:eastAsia="en-US"/>
                              </w:rPr>
                            </w:pPr>
                            <w:r>
                              <w:rPr>
                                <w:rFonts w:ascii="Consolas" w:eastAsiaTheme="minorHAnsi" w:hAnsi="Consolas" w:cs="Consolas"/>
                                <w:color w:val="000000"/>
                                <w:szCs w:val="20"/>
                                <w:lang w:eastAsia="en-US"/>
                              </w:rPr>
                              <w:tab/>
                            </w:r>
                            <w:r>
                              <w:rPr>
                                <w:rFonts w:ascii="Consolas" w:eastAsiaTheme="minorHAnsi" w:hAnsi="Consolas" w:cs="Consolas"/>
                                <w:color w:val="000000"/>
                                <w:szCs w:val="20"/>
                                <w:lang w:eastAsia="en-US"/>
                              </w:rPr>
                              <w:tab/>
                            </w:r>
                            <w:r w:rsidR="00104A35">
                              <w:rPr>
                                <w:rFonts w:ascii="Consolas" w:eastAsiaTheme="minorHAnsi" w:hAnsi="Consolas" w:cs="Consolas"/>
                                <w:color w:val="000000"/>
                                <w:szCs w:val="20"/>
                                <w:lang w:eastAsia="en-US"/>
                              </w:rPr>
                              <w:t>Die Message an den eigenen Client schicken</w:t>
                            </w:r>
                          </w:p>
                          <w:p w14:paraId="3E15E374" w14:textId="4AAA4F1E" w:rsidR="00104A35" w:rsidRPr="009B2BD0" w:rsidRDefault="00104A35" w:rsidP="00104A35">
                            <w:pPr>
                              <w:tabs>
                                <w:tab w:val="left" w:pos="426"/>
                                <w:tab w:val="left" w:pos="851"/>
                                <w:tab w:val="left" w:pos="1276"/>
                                <w:tab w:val="left" w:pos="1701"/>
                                <w:tab w:val="left" w:pos="2127"/>
                                <w:tab w:val="left" w:pos="2552"/>
                              </w:tabs>
                              <w:autoSpaceDE w:val="0"/>
                              <w:autoSpaceDN w:val="0"/>
                              <w:adjustRightInd w:val="0"/>
                              <w:spacing w:after="0" w:line="240" w:lineRule="auto"/>
                              <w:rPr>
                                <w:rFonts w:ascii="Consolas" w:eastAsiaTheme="minorHAnsi" w:hAnsi="Consolas" w:cs="Consolas"/>
                                <w:color w:val="000000"/>
                                <w:szCs w:val="20"/>
                                <w:lang w:eastAsia="en-US"/>
                              </w:rPr>
                            </w:pPr>
                            <w:r>
                              <w:rPr>
                                <w:rFonts w:ascii="Consolas" w:eastAsiaTheme="minorHAnsi" w:hAnsi="Consolas" w:cs="Consolas"/>
                                <w:color w:val="000000"/>
                                <w:szCs w:val="20"/>
                                <w:lang w:eastAsia="en-US"/>
                              </w:rPr>
                              <w:tab/>
                            </w:r>
                            <w:r>
                              <w:rPr>
                                <w:rFonts w:ascii="Consolas" w:eastAsiaTheme="minorHAnsi" w:hAnsi="Consolas" w:cs="Consolas"/>
                                <w:color w:val="000000"/>
                                <w:szCs w:val="20"/>
                                <w:lang w:eastAsia="en-US"/>
                              </w:rPr>
                              <w:tab/>
                              <w:t>ChatMessage erzeugen, neuer Client hinzugefügt</w:t>
                            </w:r>
                          </w:p>
                          <w:p w14:paraId="595756CF" w14:textId="131AF710" w:rsidR="007773A1" w:rsidRPr="009B2BD0" w:rsidRDefault="007773A1" w:rsidP="00D15731">
                            <w:pPr>
                              <w:tabs>
                                <w:tab w:val="left" w:pos="426"/>
                                <w:tab w:val="left" w:pos="851"/>
                                <w:tab w:val="left" w:pos="1276"/>
                                <w:tab w:val="left" w:pos="1701"/>
                                <w:tab w:val="left" w:pos="2127"/>
                                <w:tab w:val="left" w:pos="2552"/>
                              </w:tabs>
                              <w:autoSpaceDE w:val="0"/>
                              <w:autoSpaceDN w:val="0"/>
                              <w:adjustRightInd w:val="0"/>
                              <w:spacing w:after="0" w:line="240" w:lineRule="auto"/>
                              <w:rPr>
                                <w:rFonts w:ascii="Consolas" w:eastAsiaTheme="minorHAnsi" w:hAnsi="Consolas" w:cs="Consolas"/>
                                <w:color w:val="000000"/>
                                <w:szCs w:val="20"/>
                                <w:lang w:eastAsia="en-US"/>
                              </w:rPr>
                            </w:pPr>
                            <w:r>
                              <w:rPr>
                                <w:rFonts w:ascii="Consolas" w:eastAsiaTheme="minorHAnsi" w:hAnsi="Consolas" w:cs="Consolas"/>
                                <w:color w:val="000000"/>
                                <w:szCs w:val="20"/>
                                <w:lang w:eastAsia="en-US"/>
                              </w:rPr>
                              <w:tab/>
                            </w:r>
                            <w:r>
                              <w:rPr>
                                <w:rFonts w:ascii="Consolas" w:eastAsiaTheme="minorHAnsi" w:hAnsi="Consolas" w:cs="Consolas"/>
                                <w:color w:val="000000"/>
                                <w:szCs w:val="20"/>
                                <w:lang w:eastAsia="en-US"/>
                              </w:rPr>
                              <w:tab/>
                            </w:r>
                            <w:r w:rsidR="00104A35">
                              <w:rPr>
                                <w:rFonts w:ascii="Consolas" w:eastAsiaTheme="minorHAnsi" w:hAnsi="Consolas" w:cs="Consolas"/>
                                <w:color w:val="000000"/>
                                <w:szCs w:val="20"/>
                                <w:lang w:eastAsia="en-US"/>
                              </w:rPr>
                              <w:t>An alle anderen Clients</w:t>
                            </w:r>
                          </w:p>
                          <w:p w14:paraId="09E4C07C" w14:textId="6E37FDAC" w:rsidR="007773A1" w:rsidRPr="009B2BD0" w:rsidRDefault="007773A1" w:rsidP="00D15731">
                            <w:pPr>
                              <w:tabs>
                                <w:tab w:val="left" w:pos="426"/>
                                <w:tab w:val="left" w:pos="851"/>
                                <w:tab w:val="left" w:pos="1276"/>
                                <w:tab w:val="left" w:pos="1701"/>
                                <w:tab w:val="left" w:pos="2127"/>
                                <w:tab w:val="left" w:pos="2552"/>
                              </w:tabs>
                              <w:autoSpaceDE w:val="0"/>
                              <w:autoSpaceDN w:val="0"/>
                              <w:adjustRightInd w:val="0"/>
                              <w:spacing w:after="0" w:line="240" w:lineRule="auto"/>
                              <w:rPr>
                                <w:rFonts w:ascii="Consolas" w:eastAsiaTheme="minorHAnsi" w:hAnsi="Consolas" w:cs="Consolas"/>
                                <w:color w:val="000000"/>
                                <w:szCs w:val="20"/>
                                <w:lang w:eastAsia="en-US"/>
                              </w:rPr>
                            </w:pPr>
                            <w:r>
                              <w:rPr>
                                <w:rFonts w:ascii="Consolas" w:eastAsiaTheme="minorHAnsi" w:hAnsi="Consolas" w:cs="Consolas"/>
                                <w:color w:val="000000"/>
                                <w:szCs w:val="20"/>
                                <w:lang w:eastAsia="en-US"/>
                              </w:rPr>
                              <w:tab/>
                            </w:r>
                            <w:r>
                              <w:rPr>
                                <w:rFonts w:ascii="Consolas" w:eastAsiaTheme="minorHAnsi" w:hAnsi="Consolas" w:cs="Consolas"/>
                                <w:color w:val="000000"/>
                                <w:szCs w:val="20"/>
                                <w:lang w:eastAsia="en-US"/>
                              </w:rPr>
                              <w:tab/>
                            </w:r>
                            <w:r>
                              <w:rPr>
                                <w:rFonts w:ascii="Consolas" w:eastAsiaTheme="minorHAnsi" w:hAnsi="Consolas" w:cs="Consolas"/>
                                <w:color w:val="000000"/>
                                <w:szCs w:val="20"/>
                                <w:lang w:eastAsia="en-US"/>
                              </w:rPr>
                              <w:tab/>
                            </w:r>
                            <w:r w:rsidR="001A6577">
                              <w:rPr>
                                <w:rFonts w:ascii="Consolas" w:eastAsiaTheme="minorHAnsi" w:hAnsi="Consolas" w:cs="Consolas"/>
                                <w:color w:val="000000"/>
                                <w:szCs w:val="20"/>
                                <w:lang w:eastAsia="en-US"/>
                              </w:rPr>
                              <w:t>Message neuer Client über outstream verschicken</w:t>
                            </w:r>
                          </w:p>
                          <w:p w14:paraId="6BFB63BC" w14:textId="77777777" w:rsidR="001A6577" w:rsidRDefault="001A6577" w:rsidP="00D15731">
                            <w:pPr>
                              <w:tabs>
                                <w:tab w:val="left" w:pos="426"/>
                                <w:tab w:val="left" w:pos="851"/>
                                <w:tab w:val="left" w:pos="1276"/>
                                <w:tab w:val="left" w:pos="1701"/>
                                <w:tab w:val="left" w:pos="2127"/>
                                <w:tab w:val="left" w:pos="2552"/>
                              </w:tabs>
                              <w:autoSpaceDE w:val="0"/>
                              <w:autoSpaceDN w:val="0"/>
                              <w:adjustRightInd w:val="0"/>
                              <w:spacing w:after="0" w:line="240" w:lineRule="auto"/>
                              <w:rPr>
                                <w:rFonts w:ascii="Consolas" w:eastAsiaTheme="minorHAnsi" w:hAnsi="Consolas" w:cs="Consolas"/>
                                <w:color w:val="000000"/>
                                <w:szCs w:val="20"/>
                                <w:lang w:eastAsia="en-US"/>
                              </w:rPr>
                            </w:pPr>
                          </w:p>
                          <w:p w14:paraId="27A7DF74" w14:textId="5B557A18" w:rsidR="007773A1" w:rsidRDefault="007773A1" w:rsidP="00D15731">
                            <w:pPr>
                              <w:tabs>
                                <w:tab w:val="left" w:pos="426"/>
                                <w:tab w:val="left" w:pos="851"/>
                                <w:tab w:val="left" w:pos="1276"/>
                                <w:tab w:val="left" w:pos="1701"/>
                                <w:tab w:val="left" w:pos="2127"/>
                                <w:tab w:val="left" w:pos="2552"/>
                              </w:tabs>
                              <w:autoSpaceDE w:val="0"/>
                              <w:autoSpaceDN w:val="0"/>
                              <w:adjustRightInd w:val="0"/>
                              <w:spacing w:after="0" w:line="240" w:lineRule="auto"/>
                              <w:rPr>
                                <w:rFonts w:ascii="Consolas" w:eastAsiaTheme="minorHAnsi" w:hAnsi="Consolas" w:cs="Consolas"/>
                                <w:szCs w:val="20"/>
                                <w:lang w:eastAsia="en-US"/>
                              </w:rPr>
                            </w:pPr>
                            <w:r>
                              <w:rPr>
                                <w:rFonts w:ascii="Consolas" w:eastAsiaTheme="minorHAnsi" w:hAnsi="Consolas" w:cs="Consolas"/>
                                <w:color w:val="000000"/>
                                <w:szCs w:val="20"/>
                                <w:lang w:eastAsia="en-US"/>
                              </w:rPr>
                              <w:tab/>
                            </w:r>
                            <w:r w:rsidR="001A6577" w:rsidRPr="00191EBC">
                              <w:rPr>
                                <w:rFonts w:ascii="Consolas" w:eastAsiaTheme="minorHAnsi" w:hAnsi="Consolas" w:cs="Consolas"/>
                                <w:color w:val="000000"/>
                                <w:szCs w:val="20"/>
                                <w:lang w:eastAsia="en-US"/>
                              </w:rPr>
                              <w:t>Endlosschleife</w:t>
                            </w:r>
                          </w:p>
                          <w:p w14:paraId="6E3439E2" w14:textId="5A371494" w:rsidR="007773A1" w:rsidRDefault="007773A1" w:rsidP="00D15731">
                            <w:pPr>
                              <w:tabs>
                                <w:tab w:val="left" w:pos="426"/>
                                <w:tab w:val="left" w:pos="851"/>
                                <w:tab w:val="left" w:pos="1276"/>
                                <w:tab w:val="left" w:pos="1701"/>
                                <w:tab w:val="left" w:pos="2127"/>
                                <w:tab w:val="left" w:pos="2552"/>
                              </w:tabs>
                              <w:autoSpaceDE w:val="0"/>
                              <w:autoSpaceDN w:val="0"/>
                              <w:adjustRightInd w:val="0"/>
                              <w:spacing w:after="0" w:line="240" w:lineRule="auto"/>
                              <w:rPr>
                                <w:rFonts w:ascii="Consolas" w:eastAsiaTheme="minorHAnsi" w:hAnsi="Consolas" w:cs="Consolas"/>
                                <w:szCs w:val="20"/>
                                <w:lang w:eastAsia="en-US"/>
                              </w:rPr>
                            </w:pPr>
                            <w:r>
                              <w:rPr>
                                <w:rFonts w:ascii="Consolas" w:eastAsiaTheme="minorHAnsi" w:hAnsi="Consolas" w:cs="Consolas"/>
                                <w:color w:val="000000"/>
                                <w:szCs w:val="20"/>
                                <w:lang w:eastAsia="en-US"/>
                              </w:rPr>
                              <w:tab/>
                            </w:r>
                            <w:r>
                              <w:rPr>
                                <w:rFonts w:ascii="Consolas" w:eastAsiaTheme="minorHAnsi" w:hAnsi="Consolas" w:cs="Consolas"/>
                                <w:color w:val="000000"/>
                                <w:szCs w:val="20"/>
                                <w:lang w:eastAsia="en-US"/>
                              </w:rPr>
                              <w:tab/>
                              <w:t xml:space="preserve">ChatMessage </w:t>
                            </w:r>
                            <w:r w:rsidR="005D55E0">
                              <w:rPr>
                                <w:rFonts w:ascii="Consolas" w:eastAsiaTheme="minorHAnsi" w:hAnsi="Consolas" w:cs="Consolas"/>
                                <w:color w:val="6A3E3E"/>
                                <w:szCs w:val="20"/>
                                <w:lang w:eastAsia="en-US"/>
                              </w:rPr>
                              <w:t>empfangen</w:t>
                            </w:r>
                            <w:r w:rsidR="003060C6">
                              <w:rPr>
                                <w:rFonts w:ascii="Consolas" w:eastAsiaTheme="minorHAnsi" w:hAnsi="Consolas" w:cs="Consolas"/>
                                <w:color w:val="6A3E3E"/>
                                <w:szCs w:val="20"/>
                                <w:lang w:eastAsia="en-US"/>
                              </w:rPr>
                              <w:t xml:space="preserve"> </w:t>
                            </w:r>
                          </w:p>
                          <w:p w14:paraId="1F5C3913" w14:textId="00EC8DEF" w:rsidR="003060C6" w:rsidRDefault="003060C6" w:rsidP="00D15731">
                            <w:pPr>
                              <w:tabs>
                                <w:tab w:val="left" w:pos="426"/>
                                <w:tab w:val="left" w:pos="851"/>
                                <w:tab w:val="left" w:pos="1276"/>
                                <w:tab w:val="left" w:pos="1701"/>
                                <w:tab w:val="left" w:pos="2127"/>
                                <w:tab w:val="left" w:pos="2552"/>
                              </w:tabs>
                              <w:autoSpaceDE w:val="0"/>
                              <w:autoSpaceDN w:val="0"/>
                              <w:adjustRightInd w:val="0"/>
                              <w:spacing w:after="0" w:line="240" w:lineRule="auto"/>
                              <w:rPr>
                                <w:rFonts w:ascii="Consolas" w:eastAsiaTheme="minorHAnsi" w:hAnsi="Consolas" w:cs="Consolas"/>
                                <w:color w:val="000000"/>
                                <w:szCs w:val="20"/>
                                <w:lang w:eastAsia="en-US"/>
                              </w:rPr>
                            </w:pPr>
                            <w:r>
                              <w:rPr>
                                <w:rFonts w:ascii="Consolas" w:eastAsiaTheme="minorHAnsi" w:hAnsi="Consolas" w:cs="Consolas"/>
                                <w:color w:val="000000"/>
                                <w:szCs w:val="20"/>
                                <w:lang w:eastAsia="en-US"/>
                              </w:rPr>
                              <w:tab/>
                            </w:r>
                            <w:r>
                              <w:rPr>
                                <w:rFonts w:ascii="Consolas" w:eastAsiaTheme="minorHAnsi" w:hAnsi="Consolas" w:cs="Consolas"/>
                                <w:color w:val="000000"/>
                                <w:szCs w:val="20"/>
                                <w:lang w:eastAsia="en-US"/>
                              </w:rPr>
                              <w:tab/>
                              <w:t>Wenn der Client sich abmeldet</w:t>
                            </w:r>
                          </w:p>
                          <w:p w14:paraId="1D06554F" w14:textId="7C4C3F1F" w:rsidR="007773A1" w:rsidRDefault="007773A1" w:rsidP="00D15731">
                            <w:pPr>
                              <w:tabs>
                                <w:tab w:val="left" w:pos="426"/>
                                <w:tab w:val="left" w:pos="851"/>
                                <w:tab w:val="left" w:pos="1276"/>
                                <w:tab w:val="left" w:pos="1701"/>
                                <w:tab w:val="left" w:pos="2127"/>
                                <w:tab w:val="left" w:pos="2552"/>
                              </w:tabs>
                              <w:autoSpaceDE w:val="0"/>
                              <w:autoSpaceDN w:val="0"/>
                              <w:adjustRightInd w:val="0"/>
                              <w:spacing w:after="0" w:line="240" w:lineRule="auto"/>
                              <w:rPr>
                                <w:rFonts w:ascii="Consolas" w:eastAsiaTheme="minorHAnsi" w:hAnsi="Consolas" w:cs="Consolas"/>
                                <w:szCs w:val="20"/>
                                <w:lang w:eastAsia="en-US"/>
                              </w:rPr>
                            </w:pPr>
                            <w:r>
                              <w:rPr>
                                <w:rFonts w:ascii="Consolas" w:eastAsiaTheme="minorHAnsi" w:hAnsi="Consolas" w:cs="Consolas"/>
                                <w:color w:val="000000"/>
                                <w:szCs w:val="20"/>
                                <w:lang w:eastAsia="en-US"/>
                              </w:rPr>
                              <w:tab/>
                            </w:r>
                            <w:r>
                              <w:rPr>
                                <w:rFonts w:ascii="Consolas" w:eastAsiaTheme="minorHAnsi" w:hAnsi="Consolas" w:cs="Consolas"/>
                                <w:color w:val="000000"/>
                                <w:szCs w:val="20"/>
                                <w:lang w:eastAsia="en-US"/>
                              </w:rPr>
                              <w:tab/>
                            </w:r>
                            <w:r>
                              <w:rPr>
                                <w:rFonts w:ascii="Consolas" w:eastAsiaTheme="minorHAnsi" w:hAnsi="Consolas" w:cs="Consolas"/>
                                <w:color w:val="000000"/>
                                <w:szCs w:val="20"/>
                                <w:lang w:eastAsia="en-US"/>
                              </w:rPr>
                              <w:tab/>
                            </w:r>
                            <w:r>
                              <w:rPr>
                                <w:rFonts w:ascii="Consolas" w:eastAsiaTheme="minorHAnsi" w:hAnsi="Consolas" w:cs="Consolas"/>
                                <w:b/>
                                <w:bCs/>
                                <w:color w:val="7F0055"/>
                                <w:szCs w:val="20"/>
                                <w:lang w:eastAsia="en-US"/>
                              </w:rPr>
                              <w:t>break</w:t>
                            </w:r>
                            <w:r>
                              <w:rPr>
                                <w:rFonts w:ascii="Consolas" w:eastAsiaTheme="minorHAnsi" w:hAnsi="Consolas" w:cs="Consolas"/>
                                <w:color w:val="000000"/>
                                <w:szCs w:val="20"/>
                                <w:lang w:eastAsia="en-US"/>
                              </w:rPr>
                              <w:t>;</w:t>
                            </w:r>
                          </w:p>
                          <w:p w14:paraId="20E0E5A6" w14:textId="734A6061" w:rsidR="003060C6" w:rsidRPr="009B2BD0" w:rsidRDefault="003060C6" w:rsidP="003060C6">
                            <w:pPr>
                              <w:tabs>
                                <w:tab w:val="left" w:pos="426"/>
                                <w:tab w:val="left" w:pos="851"/>
                                <w:tab w:val="left" w:pos="1276"/>
                                <w:tab w:val="left" w:pos="1701"/>
                                <w:tab w:val="left" w:pos="2127"/>
                                <w:tab w:val="left" w:pos="2552"/>
                              </w:tabs>
                              <w:autoSpaceDE w:val="0"/>
                              <w:autoSpaceDN w:val="0"/>
                              <w:adjustRightInd w:val="0"/>
                              <w:spacing w:after="0" w:line="240" w:lineRule="auto"/>
                              <w:rPr>
                                <w:rFonts w:ascii="Consolas" w:eastAsiaTheme="minorHAnsi" w:hAnsi="Consolas" w:cs="Consolas"/>
                                <w:color w:val="000000"/>
                                <w:szCs w:val="20"/>
                                <w:lang w:eastAsia="en-US"/>
                              </w:rPr>
                            </w:pPr>
                            <w:r>
                              <w:rPr>
                                <w:rFonts w:ascii="Consolas" w:eastAsiaTheme="minorHAnsi" w:hAnsi="Consolas" w:cs="Consolas"/>
                                <w:color w:val="000000"/>
                                <w:szCs w:val="20"/>
                                <w:lang w:eastAsia="en-US"/>
                              </w:rPr>
                              <w:tab/>
                            </w:r>
                            <w:r>
                              <w:rPr>
                                <w:rFonts w:ascii="Consolas" w:eastAsiaTheme="minorHAnsi" w:hAnsi="Consolas" w:cs="Consolas"/>
                                <w:color w:val="000000"/>
                                <w:szCs w:val="20"/>
                                <w:lang w:eastAsia="en-US"/>
                              </w:rPr>
                              <w:tab/>
                              <w:t xml:space="preserve">// </w:t>
                            </w:r>
                            <w:r w:rsidR="00237D1A">
                              <w:rPr>
                                <w:rFonts w:ascii="Consolas" w:eastAsiaTheme="minorHAnsi" w:hAnsi="Consolas" w:cs="Consolas"/>
                                <w:color w:val="000000"/>
                                <w:szCs w:val="20"/>
                                <w:lang w:eastAsia="en-US"/>
                              </w:rPr>
                              <w:t xml:space="preserve">Synchronisierung des </w:t>
                            </w:r>
                            <w:r>
                              <w:rPr>
                                <w:rFonts w:ascii="Consolas" w:eastAsiaTheme="minorHAnsi" w:hAnsi="Consolas" w:cs="Consolas"/>
                                <w:color w:val="000000"/>
                                <w:szCs w:val="20"/>
                                <w:lang w:eastAsia="en-US"/>
                              </w:rPr>
                              <w:t>Zugriff</w:t>
                            </w:r>
                            <w:r w:rsidR="00237D1A">
                              <w:rPr>
                                <w:rFonts w:ascii="Consolas" w:eastAsiaTheme="minorHAnsi" w:hAnsi="Consolas" w:cs="Consolas"/>
                                <w:color w:val="000000"/>
                                <w:szCs w:val="20"/>
                                <w:lang w:eastAsia="en-US"/>
                              </w:rPr>
                              <w:t>s</w:t>
                            </w:r>
                            <w:r>
                              <w:rPr>
                                <w:rFonts w:ascii="Consolas" w:eastAsiaTheme="minorHAnsi" w:hAnsi="Consolas" w:cs="Consolas"/>
                                <w:color w:val="000000"/>
                                <w:szCs w:val="20"/>
                                <w:lang w:eastAsia="en-US"/>
                              </w:rPr>
                              <w:t xml:space="preserve"> auf die anderen Client</w:t>
                            </w:r>
                            <w:r w:rsidR="00237D1A">
                              <w:rPr>
                                <w:rFonts w:ascii="Consolas" w:eastAsiaTheme="minorHAnsi" w:hAnsi="Consolas" w:cs="Consolas"/>
                                <w:color w:val="000000"/>
                                <w:szCs w:val="20"/>
                                <w:lang w:eastAsia="en-US"/>
                              </w:rPr>
                              <w:t>Handler</w:t>
                            </w:r>
                          </w:p>
                          <w:p w14:paraId="54CB6409" w14:textId="523467ED" w:rsidR="007773A1" w:rsidRDefault="007773A1" w:rsidP="00D15731">
                            <w:pPr>
                              <w:tabs>
                                <w:tab w:val="left" w:pos="426"/>
                                <w:tab w:val="left" w:pos="851"/>
                                <w:tab w:val="left" w:pos="1276"/>
                                <w:tab w:val="left" w:pos="1701"/>
                                <w:tab w:val="left" w:pos="2127"/>
                                <w:tab w:val="left" w:pos="2552"/>
                              </w:tabs>
                              <w:autoSpaceDE w:val="0"/>
                              <w:autoSpaceDN w:val="0"/>
                              <w:adjustRightInd w:val="0"/>
                              <w:spacing w:after="0" w:line="240" w:lineRule="auto"/>
                              <w:rPr>
                                <w:rFonts w:ascii="Consolas" w:eastAsiaTheme="minorHAnsi" w:hAnsi="Consolas" w:cs="Consolas"/>
                                <w:szCs w:val="20"/>
                                <w:lang w:eastAsia="en-US"/>
                              </w:rPr>
                            </w:pPr>
                            <w:r>
                              <w:rPr>
                                <w:rFonts w:ascii="Consolas" w:eastAsiaTheme="minorHAnsi" w:hAnsi="Consolas" w:cs="Consolas"/>
                                <w:color w:val="000000"/>
                                <w:szCs w:val="20"/>
                                <w:lang w:eastAsia="en-US"/>
                              </w:rPr>
                              <w:tab/>
                            </w:r>
                            <w:r>
                              <w:rPr>
                                <w:rFonts w:ascii="Consolas" w:eastAsiaTheme="minorHAnsi" w:hAnsi="Consolas" w:cs="Consolas"/>
                                <w:color w:val="000000"/>
                                <w:szCs w:val="20"/>
                                <w:lang w:eastAsia="en-US"/>
                              </w:rPr>
                              <w:tab/>
                            </w:r>
                            <w:r>
                              <w:rPr>
                                <w:rFonts w:ascii="Consolas" w:eastAsiaTheme="minorHAnsi" w:hAnsi="Consolas" w:cs="Consolas"/>
                                <w:color w:val="000000"/>
                                <w:szCs w:val="20"/>
                                <w:lang w:eastAsia="en-US"/>
                              </w:rPr>
                              <w:tab/>
                            </w:r>
                            <w:r w:rsidR="00FF4791" w:rsidRPr="00A922E5">
                              <w:rPr>
                                <w:rFonts w:ascii="Consolas" w:eastAsiaTheme="minorHAnsi" w:hAnsi="Consolas" w:cs="Consolas"/>
                                <w:color w:val="000000"/>
                                <w:szCs w:val="20"/>
                                <w:lang w:eastAsia="en-US"/>
                              </w:rPr>
                              <w:t>Für alle vorgesehenen Emp</w:t>
                            </w:r>
                            <w:r w:rsidR="00A922E5">
                              <w:rPr>
                                <w:rFonts w:ascii="Consolas" w:eastAsiaTheme="minorHAnsi" w:hAnsi="Consolas" w:cs="Consolas"/>
                                <w:color w:val="000000"/>
                                <w:szCs w:val="20"/>
                                <w:lang w:eastAsia="en-US"/>
                              </w:rPr>
                              <w:t>f</w:t>
                            </w:r>
                            <w:r w:rsidR="00FF4791" w:rsidRPr="00A922E5">
                              <w:rPr>
                                <w:rFonts w:ascii="Consolas" w:eastAsiaTheme="minorHAnsi" w:hAnsi="Consolas" w:cs="Consolas"/>
                                <w:color w:val="000000"/>
                                <w:szCs w:val="20"/>
                                <w:lang w:eastAsia="en-US"/>
                              </w:rPr>
                              <w:t>änger</w:t>
                            </w:r>
                          </w:p>
                          <w:p w14:paraId="79C07E68" w14:textId="4854F1DC" w:rsidR="007773A1" w:rsidRPr="00D11C7E" w:rsidRDefault="007773A1" w:rsidP="00D15731">
                            <w:pPr>
                              <w:tabs>
                                <w:tab w:val="left" w:pos="426"/>
                                <w:tab w:val="left" w:pos="851"/>
                                <w:tab w:val="left" w:pos="1276"/>
                                <w:tab w:val="left" w:pos="1701"/>
                                <w:tab w:val="left" w:pos="2127"/>
                                <w:tab w:val="left" w:pos="2552"/>
                              </w:tabs>
                              <w:autoSpaceDE w:val="0"/>
                              <w:autoSpaceDN w:val="0"/>
                              <w:adjustRightInd w:val="0"/>
                              <w:spacing w:after="0" w:line="240" w:lineRule="auto"/>
                              <w:rPr>
                                <w:rFonts w:ascii="Consolas" w:eastAsiaTheme="minorHAnsi" w:hAnsi="Consolas" w:cs="Consolas"/>
                                <w:color w:val="000000"/>
                                <w:szCs w:val="20"/>
                                <w:lang w:eastAsia="en-US"/>
                              </w:rPr>
                            </w:pPr>
                            <w:r>
                              <w:rPr>
                                <w:rFonts w:ascii="Consolas" w:eastAsiaTheme="minorHAnsi" w:hAnsi="Consolas" w:cs="Consolas"/>
                                <w:color w:val="000000"/>
                                <w:szCs w:val="20"/>
                                <w:lang w:eastAsia="en-US"/>
                              </w:rPr>
                              <w:tab/>
                            </w:r>
                            <w:r>
                              <w:rPr>
                                <w:rFonts w:ascii="Consolas" w:eastAsiaTheme="minorHAnsi" w:hAnsi="Consolas" w:cs="Consolas"/>
                                <w:color w:val="000000"/>
                                <w:szCs w:val="20"/>
                                <w:lang w:eastAsia="en-US"/>
                              </w:rPr>
                              <w:tab/>
                            </w:r>
                            <w:r>
                              <w:rPr>
                                <w:rFonts w:ascii="Consolas" w:eastAsiaTheme="minorHAnsi" w:hAnsi="Consolas" w:cs="Consolas"/>
                                <w:color w:val="000000"/>
                                <w:szCs w:val="20"/>
                                <w:lang w:eastAsia="en-US"/>
                              </w:rPr>
                              <w:tab/>
                            </w:r>
                            <w:r>
                              <w:rPr>
                                <w:rFonts w:ascii="Consolas" w:eastAsiaTheme="minorHAnsi" w:hAnsi="Consolas" w:cs="Consolas"/>
                                <w:color w:val="000000"/>
                                <w:szCs w:val="20"/>
                                <w:lang w:eastAsia="en-US"/>
                              </w:rPr>
                              <w:tab/>
                            </w:r>
                            <w:r w:rsidR="00A922E5" w:rsidRPr="00D11C7E">
                              <w:rPr>
                                <w:rFonts w:ascii="Consolas" w:eastAsiaTheme="minorHAnsi" w:hAnsi="Consolas" w:cs="Consolas"/>
                                <w:color w:val="000000"/>
                                <w:szCs w:val="20"/>
                                <w:lang w:eastAsia="en-US"/>
                              </w:rPr>
                              <w:t>Die e</w:t>
                            </w:r>
                            <w:r w:rsidR="00D11C7E">
                              <w:rPr>
                                <w:rFonts w:ascii="Consolas" w:eastAsiaTheme="minorHAnsi" w:hAnsi="Consolas" w:cs="Consolas"/>
                                <w:color w:val="000000"/>
                                <w:szCs w:val="20"/>
                                <w:lang w:eastAsia="en-US"/>
                              </w:rPr>
                              <w:t xml:space="preserve">mpfangene </w:t>
                            </w:r>
                            <w:r w:rsidR="00CE33F3">
                              <w:rPr>
                                <w:rFonts w:ascii="Consolas" w:eastAsiaTheme="minorHAnsi" w:hAnsi="Consolas" w:cs="Consolas"/>
                                <w:color w:val="000000"/>
                                <w:szCs w:val="20"/>
                                <w:lang w:eastAsia="en-US"/>
                              </w:rPr>
                              <w:t>Nachricht an alle Empfänger verschicken</w:t>
                            </w:r>
                          </w:p>
                          <w:p w14:paraId="591C56BF" w14:textId="77777777" w:rsidR="00775E5C" w:rsidRDefault="007773A1" w:rsidP="00D15731">
                            <w:pPr>
                              <w:tabs>
                                <w:tab w:val="left" w:pos="426"/>
                                <w:tab w:val="left" w:pos="851"/>
                                <w:tab w:val="left" w:pos="1276"/>
                                <w:tab w:val="left" w:pos="1701"/>
                                <w:tab w:val="left" w:pos="2127"/>
                                <w:tab w:val="left" w:pos="2552"/>
                              </w:tabs>
                              <w:autoSpaceDE w:val="0"/>
                              <w:autoSpaceDN w:val="0"/>
                              <w:adjustRightInd w:val="0"/>
                              <w:spacing w:after="0" w:line="240" w:lineRule="auto"/>
                              <w:rPr>
                                <w:rFonts w:ascii="Consolas" w:eastAsiaTheme="minorHAnsi" w:hAnsi="Consolas" w:cs="Consolas"/>
                                <w:color w:val="000000"/>
                                <w:szCs w:val="20"/>
                                <w:lang w:eastAsia="en-US"/>
                              </w:rPr>
                            </w:pPr>
                            <w:r>
                              <w:rPr>
                                <w:rFonts w:ascii="Consolas" w:eastAsiaTheme="minorHAnsi" w:hAnsi="Consolas" w:cs="Consolas"/>
                                <w:color w:val="000000"/>
                                <w:szCs w:val="20"/>
                                <w:lang w:eastAsia="en-US"/>
                              </w:rPr>
                              <w:tab/>
                            </w:r>
                            <w:r w:rsidR="00775E5C">
                              <w:rPr>
                                <w:rFonts w:ascii="Consolas" w:eastAsiaTheme="minorHAnsi" w:hAnsi="Consolas" w:cs="Consolas"/>
                                <w:color w:val="000000"/>
                                <w:szCs w:val="20"/>
                                <w:lang w:eastAsia="en-US"/>
                              </w:rPr>
                              <w:t>// Synchronisierung des Zugriffs auf die anderen ClientHandler</w:t>
                            </w:r>
                          </w:p>
                          <w:p w14:paraId="5C12D9BE" w14:textId="4D687F27" w:rsidR="007773A1" w:rsidRPr="00A96088" w:rsidRDefault="007773A1" w:rsidP="00D15731">
                            <w:pPr>
                              <w:tabs>
                                <w:tab w:val="left" w:pos="426"/>
                                <w:tab w:val="left" w:pos="851"/>
                                <w:tab w:val="left" w:pos="1276"/>
                                <w:tab w:val="left" w:pos="1701"/>
                                <w:tab w:val="left" w:pos="2127"/>
                                <w:tab w:val="left" w:pos="2552"/>
                              </w:tabs>
                              <w:autoSpaceDE w:val="0"/>
                              <w:autoSpaceDN w:val="0"/>
                              <w:adjustRightInd w:val="0"/>
                              <w:spacing w:after="0" w:line="240" w:lineRule="auto"/>
                              <w:rPr>
                                <w:rFonts w:ascii="Consolas" w:eastAsiaTheme="minorHAnsi" w:hAnsi="Consolas" w:cs="Consolas"/>
                                <w:color w:val="000000"/>
                                <w:szCs w:val="20"/>
                                <w:lang w:eastAsia="en-US"/>
                              </w:rPr>
                            </w:pPr>
                            <w:r>
                              <w:rPr>
                                <w:rFonts w:ascii="Consolas" w:eastAsiaTheme="minorHAnsi" w:hAnsi="Consolas" w:cs="Consolas"/>
                                <w:color w:val="000000"/>
                                <w:szCs w:val="20"/>
                                <w:lang w:eastAsia="en-US"/>
                              </w:rPr>
                              <w:tab/>
                            </w:r>
                            <w:r w:rsidR="00816865">
                              <w:rPr>
                                <w:rFonts w:ascii="Consolas" w:eastAsiaTheme="minorHAnsi" w:hAnsi="Consolas" w:cs="Consolas"/>
                                <w:color w:val="000000"/>
                                <w:szCs w:val="20"/>
                                <w:lang w:eastAsia="en-US"/>
                              </w:rPr>
                              <w:tab/>
                            </w:r>
                            <w:r w:rsidR="00816865" w:rsidRPr="00A96088">
                              <w:rPr>
                                <w:rFonts w:ascii="Consolas" w:eastAsiaTheme="minorHAnsi" w:hAnsi="Consolas" w:cs="Consolas"/>
                                <w:color w:val="000000"/>
                                <w:szCs w:val="20"/>
                                <w:lang w:eastAsia="en-US"/>
                              </w:rPr>
                              <w:t>An alle anderen Clients</w:t>
                            </w:r>
                          </w:p>
                          <w:p w14:paraId="37DC9544" w14:textId="5E7E8E0A" w:rsidR="007773A1" w:rsidRPr="00A96088" w:rsidRDefault="007773A1" w:rsidP="00D15731">
                            <w:pPr>
                              <w:tabs>
                                <w:tab w:val="left" w:pos="426"/>
                                <w:tab w:val="left" w:pos="851"/>
                                <w:tab w:val="left" w:pos="1276"/>
                                <w:tab w:val="left" w:pos="1701"/>
                                <w:tab w:val="left" w:pos="2127"/>
                                <w:tab w:val="left" w:pos="2552"/>
                              </w:tabs>
                              <w:autoSpaceDE w:val="0"/>
                              <w:autoSpaceDN w:val="0"/>
                              <w:adjustRightInd w:val="0"/>
                              <w:spacing w:after="0" w:line="240" w:lineRule="auto"/>
                              <w:rPr>
                                <w:rFonts w:ascii="Consolas" w:eastAsiaTheme="minorHAnsi" w:hAnsi="Consolas" w:cs="Consolas"/>
                                <w:color w:val="000000"/>
                                <w:szCs w:val="20"/>
                                <w:lang w:eastAsia="en-US"/>
                              </w:rPr>
                            </w:pPr>
                            <w:r>
                              <w:rPr>
                                <w:rFonts w:ascii="Consolas" w:eastAsiaTheme="minorHAnsi" w:hAnsi="Consolas" w:cs="Consolas"/>
                                <w:color w:val="000000"/>
                                <w:szCs w:val="20"/>
                                <w:lang w:eastAsia="en-US"/>
                              </w:rPr>
                              <w:tab/>
                            </w:r>
                            <w:r>
                              <w:rPr>
                                <w:rFonts w:ascii="Consolas" w:eastAsiaTheme="minorHAnsi" w:hAnsi="Consolas" w:cs="Consolas"/>
                                <w:color w:val="000000"/>
                                <w:szCs w:val="20"/>
                                <w:lang w:eastAsia="en-US"/>
                              </w:rPr>
                              <w:tab/>
                            </w:r>
                            <w:r>
                              <w:rPr>
                                <w:rFonts w:ascii="Consolas" w:eastAsiaTheme="minorHAnsi" w:hAnsi="Consolas" w:cs="Consolas"/>
                                <w:color w:val="000000"/>
                                <w:szCs w:val="20"/>
                                <w:lang w:eastAsia="en-US"/>
                              </w:rPr>
                              <w:tab/>
                            </w:r>
                            <w:r w:rsidR="00816865" w:rsidRPr="00A96088">
                              <w:rPr>
                                <w:rFonts w:ascii="Consolas" w:eastAsiaTheme="minorHAnsi" w:hAnsi="Consolas" w:cs="Consolas"/>
                                <w:color w:val="000000"/>
                                <w:szCs w:val="20"/>
                                <w:lang w:eastAsia="en-US"/>
                              </w:rPr>
                              <w:t>Abmeldung des Clients verschicken</w:t>
                            </w:r>
                          </w:p>
                          <w:p w14:paraId="4834F9F9" w14:textId="77777777" w:rsidR="00BB7E8B" w:rsidRDefault="00BB7E8B" w:rsidP="00BB7E8B">
                            <w:pPr>
                              <w:tabs>
                                <w:tab w:val="left" w:pos="426"/>
                                <w:tab w:val="left" w:pos="851"/>
                                <w:tab w:val="left" w:pos="1276"/>
                                <w:tab w:val="left" w:pos="1701"/>
                                <w:tab w:val="left" w:pos="2127"/>
                                <w:tab w:val="left" w:pos="2552"/>
                              </w:tabs>
                              <w:autoSpaceDE w:val="0"/>
                              <w:autoSpaceDN w:val="0"/>
                              <w:adjustRightInd w:val="0"/>
                              <w:spacing w:after="0" w:line="240" w:lineRule="auto"/>
                              <w:rPr>
                                <w:rFonts w:ascii="Consolas" w:eastAsiaTheme="minorHAnsi" w:hAnsi="Consolas" w:cs="Consolas"/>
                                <w:color w:val="000000"/>
                                <w:szCs w:val="20"/>
                                <w:lang w:eastAsia="en-US"/>
                              </w:rPr>
                            </w:pPr>
                            <w:r>
                              <w:rPr>
                                <w:rFonts w:ascii="Consolas" w:eastAsiaTheme="minorHAnsi" w:hAnsi="Consolas" w:cs="Consolas"/>
                                <w:color w:val="000000"/>
                                <w:szCs w:val="20"/>
                                <w:lang w:eastAsia="en-US"/>
                              </w:rPr>
                              <w:tab/>
                              <w:t>// Synchronisierung des Zugriffs auf die anderen ClientHandler</w:t>
                            </w:r>
                          </w:p>
                          <w:p w14:paraId="44279317" w14:textId="3961945C" w:rsidR="00816865" w:rsidRDefault="00BB7E8B" w:rsidP="00D15731">
                            <w:pPr>
                              <w:tabs>
                                <w:tab w:val="left" w:pos="426"/>
                                <w:tab w:val="left" w:pos="851"/>
                                <w:tab w:val="left" w:pos="1276"/>
                                <w:tab w:val="left" w:pos="1701"/>
                                <w:tab w:val="left" w:pos="2127"/>
                                <w:tab w:val="left" w:pos="2552"/>
                              </w:tabs>
                              <w:autoSpaceDE w:val="0"/>
                              <w:autoSpaceDN w:val="0"/>
                              <w:adjustRightInd w:val="0"/>
                              <w:spacing w:after="0" w:line="240" w:lineRule="auto"/>
                              <w:rPr>
                                <w:rFonts w:ascii="Consolas" w:eastAsiaTheme="minorHAnsi" w:hAnsi="Consolas" w:cs="Consolas"/>
                                <w:color w:val="000000"/>
                                <w:szCs w:val="20"/>
                                <w:lang w:eastAsia="en-US"/>
                              </w:rPr>
                            </w:pPr>
                            <w:r>
                              <w:rPr>
                                <w:rFonts w:ascii="Consolas" w:eastAsiaTheme="minorHAnsi" w:hAnsi="Consolas" w:cs="Consolas"/>
                                <w:color w:val="000000"/>
                                <w:szCs w:val="20"/>
                                <w:lang w:eastAsia="en-US"/>
                              </w:rPr>
                              <w:tab/>
                            </w:r>
                            <w:r>
                              <w:rPr>
                                <w:rFonts w:ascii="Consolas" w:eastAsiaTheme="minorHAnsi" w:hAnsi="Consolas" w:cs="Consolas"/>
                                <w:color w:val="000000"/>
                                <w:szCs w:val="20"/>
                                <w:lang w:eastAsia="en-US"/>
                              </w:rPr>
                              <w:tab/>
                              <w:t>Den eigenen Client aus der Liste löschen</w:t>
                            </w:r>
                          </w:p>
                          <w:p w14:paraId="426C4925" w14:textId="00515D92" w:rsidR="00BB7E8B" w:rsidRDefault="00BB7E8B" w:rsidP="00D15731">
                            <w:pPr>
                              <w:tabs>
                                <w:tab w:val="left" w:pos="426"/>
                                <w:tab w:val="left" w:pos="851"/>
                                <w:tab w:val="left" w:pos="1276"/>
                                <w:tab w:val="left" w:pos="1701"/>
                                <w:tab w:val="left" w:pos="2127"/>
                                <w:tab w:val="left" w:pos="2552"/>
                              </w:tabs>
                              <w:autoSpaceDE w:val="0"/>
                              <w:autoSpaceDN w:val="0"/>
                              <w:adjustRightInd w:val="0"/>
                              <w:spacing w:after="0" w:line="240" w:lineRule="auto"/>
                              <w:rPr>
                                <w:rFonts w:ascii="Consolas" w:eastAsiaTheme="minorHAnsi" w:hAnsi="Consolas" w:cs="Consolas"/>
                                <w:color w:val="000000"/>
                                <w:szCs w:val="20"/>
                                <w:lang w:eastAsia="en-US"/>
                              </w:rPr>
                            </w:pPr>
                          </w:p>
                          <w:p w14:paraId="4C7F5738" w14:textId="4F65B714" w:rsidR="00BB7E8B" w:rsidRDefault="00BB7E8B" w:rsidP="00D15731">
                            <w:pPr>
                              <w:tabs>
                                <w:tab w:val="left" w:pos="426"/>
                                <w:tab w:val="left" w:pos="851"/>
                                <w:tab w:val="left" w:pos="1276"/>
                                <w:tab w:val="left" w:pos="1701"/>
                                <w:tab w:val="left" w:pos="2127"/>
                                <w:tab w:val="left" w:pos="2552"/>
                              </w:tabs>
                              <w:autoSpaceDE w:val="0"/>
                              <w:autoSpaceDN w:val="0"/>
                              <w:adjustRightInd w:val="0"/>
                              <w:spacing w:after="0" w:line="240" w:lineRule="auto"/>
                              <w:rPr>
                                <w:rFonts w:ascii="Consolas" w:eastAsiaTheme="minorHAnsi" w:hAnsi="Consolas" w:cs="Consolas"/>
                                <w:color w:val="000000"/>
                                <w:szCs w:val="20"/>
                                <w:lang w:eastAsia="en-US"/>
                              </w:rPr>
                            </w:pPr>
                            <w:r>
                              <w:rPr>
                                <w:rFonts w:ascii="Consolas" w:eastAsiaTheme="minorHAnsi" w:hAnsi="Consolas" w:cs="Consolas"/>
                                <w:color w:val="000000"/>
                                <w:szCs w:val="20"/>
                                <w:lang w:eastAsia="en-US"/>
                              </w:rPr>
                              <w:tab/>
                              <w:t>inputStream, outputStream und Socket schließen</w:t>
                            </w:r>
                          </w:p>
                          <w:p w14:paraId="15A64242" w14:textId="67E6446B" w:rsidR="00CE3F6E" w:rsidRPr="006C1EB2" w:rsidRDefault="00CE3F6E" w:rsidP="00D15731">
                            <w:pPr>
                              <w:tabs>
                                <w:tab w:val="left" w:pos="426"/>
                                <w:tab w:val="left" w:pos="851"/>
                                <w:tab w:val="left" w:pos="1276"/>
                                <w:tab w:val="left" w:pos="1701"/>
                                <w:tab w:val="left" w:pos="2127"/>
                                <w:tab w:val="left" w:pos="2552"/>
                              </w:tabs>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470B908F" id="_x0000_t202" coordsize="21600,21600" o:spt="202" path="m,l,21600r21600,l21600,xe">
                <v:stroke joinstyle="miter"/>
                <v:path gradientshapeok="t" o:connecttype="rect"/>
              </v:shapetype>
              <v:shape id="Textfeld 2" o:spid="_x0000_s1026" type="#_x0000_t202" style="width:477pt;height:280.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" fillcolor="white [3201]" strokeweight=".5pt">
                <v:textbox>
                  <w:txbxContent>
                    <w:p w14:paraId="13AC56AE" w14:textId="72292127" w:rsidR="007773A1" w:rsidRPr="009B2BD0" w:rsidRDefault="007773A1" w:rsidP="00D50099">
                      <w:pPr>
                        <w:tabs>
                          <w:tab w:val="left" w:pos="426"/>
                          <w:tab w:val="left" w:pos="851"/>
                          <w:tab w:val="left" w:pos="1276"/>
                          <w:tab w:val="left" w:pos="1701"/>
                          <w:tab w:val="left" w:pos="2127"/>
                          <w:tab w:val="left" w:pos="2552"/>
                        </w:tabs>
                        <w:autoSpaceDE w:val="0"/>
                        <w:autoSpaceDN w:val="0"/>
                        <w:adjustRightInd w:val="0"/>
                        <w:spacing w:after="0" w:line="240" w:lineRule="auto"/>
                        <w:rPr>
                          <w:rFonts w:ascii="Consolas" w:eastAsiaTheme="minorHAnsi" w:hAnsi="Consolas" w:cs="Consolas"/>
                          <w:color w:val="000000"/>
                          <w:szCs w:val="20"/>
                          <w:lang w:eastAsia="en-US"/>
                        </w:rPr>
                      </w:pPr>
                      <w:r>
                        <w:rPr>
                          <w:rFonts w:ascii="Consolas" w:eastAsiaTheme="minorHAnsi" w:hAnsi="Consolas" w:cs="Consolas"/>
                          <w:color w:val="000000"/>
                          <w:szCs w:val="20"/>
                          <w:lang w:eastAsia="en-US"/>
                        </w:rPr>
                        <w:tab/>
                      </w:r>
                      <w:r w:rsidR="00D50099">
                        <w:rPr>
                          <w:rFonts w:ascii="Consolas" w:eastAsiaTheme="minorHAnsi" w:hAnsi="Consolas" w:cs="Consolas"/>
                          <w:color w:val="000000"/>
                          <w:szCs w:val="20"/>
                          <w:lang w:eastAsia="en-US"/>
                        </w:rPr>
                        <w:t xml:space="preserve">Initialisiere den Input-und </w:t>
                      </w:r>
                      <w:proofErr w:type="spellStart"/>
                      <w:r w:rsidR="00D50099">
                        <w:rPr>
                          <w:rFonts w:ascii="Consolas" w:eastAsiaTheme="minorHAnsi" w:hAnsi="Consolas" w:cs="Consolas"/>
                          <w:color w:val="000000"/>
                          <w:szCs w:val="20"/>
                          <w:lang w:eastAsia="en-US"/>
                        </w:rPr>
                        <w:t>Outputstream</w:t>
                      </w:r>
                      <w:proofErr w:type="spellEnd"/>
                      <w:r w:rsidR="00D50099">
                        <w:rPr>
                          <w:rFonts w:ascii="Consolas" w:eastAsiaTheme="minorHAnsi" w:hAnsi="Consolas" w:cs="Consolas"/>
                          <w:color w:val="000000"/>
                          <w:szCs w:val="20"/>
                          <w:lang w:eastAsia="en-US"/>
                        </w:rPr>
                        <w:t xml:space="preserve"> mit Hilfe des </w:t>
                      </w:r>
                      <w:proofErr w:type="spellStart"/>
                      <w:r w:rsidR="00D50099">
                        <w:rPr>
                          <w:rFonts w:ascii="Consolas" w:eastAsiaTheme="minorHAnsi" w:hAnsi="Consolas" w:cs="Consolas"/>
                          <w:color w:val="000000"/>
                          <w:szCs w:val="20"/>
                          <w:lang w:eastAsia="en-US"/>
                        </w:rPr>
                        <w:t>sockets</w:t>
                      </w:r>
                      <w:proofErr w:type="spellEnd"/>
                    </w:p>
                    <w:p w14:paraId="55861A6A" w14:textId="68F499C7" w:rsidR="007773A1" w:rsidRPr="009B2BD0" w:rsidRDefault="007773A1" w:rsidP="00D15731">
                      <w:pPr>
                        <w:tabs>
                          <w:tab w:val="left" w:pos="426"/>
                          <w:tab w:val="left" w:pos="851"/>
                          <w:tab w:val="left" w:pos="1276"/>
                          <w:tab w:val="left" w:pos="1701"/>
                          <w:tab w:val="left" w:pos="2127"/>
                          <w:tab w:val="left" w:pos="2552"/>
                        </w:tabs>
                        <w:autoSpaceDE w:val="0"/>
                        <w:autoSpaceDN w:val="0"/>
                        <w:adjustRightInd w:val="0"/>
                        <w:spacing w:after="0" w:line="240" w:lineRule="auto"/>
                        <w:rPr>
                          <w:rFonts w:ascii="Consolas" w:eastAsiaTheme="minorHAnsi" w:hAnsi="Consolas" w:cs="Consolas"/>
                          <w:color w:val="000000"/>
                          <w:szCs w:val="20"/>
                          <w:lang w:eastAsia="en-US"/>
                        </w:rPr>
                      </w:pPr>
                      <w:r>
                        <w:rPr>
                          <w:rFonts w:ascii="Consolas" w:eastAsiaTheme="minorHAnsi" w:hAnsi="Consolas" w:cs="Consolas"/>
                          <w:color w:val="000000"/>
                          <w:szCs w:val="20"/>
                          <w:lang w:eastAsia="en-US"/>
                        </w:rPr>
                        <w:tab/>
                      </w:r>
                      <w:r w:rsidR="00EC5DB6">
                        <w:rPr>
                          <w:rFonts w:ascii="Consolas" w:eastAsiaTheme="minorHAnsi" w:hAnsi="Consolas" w:cs="Consolas"/>
                          <w:color w:val="000000"/>
                          <w:szCs w:val="20"/>
                          <w:lang w:eastAsia="en-US"/>
                        </w:rPr>
                        <w:t>Erzeuge den Namen des Clients</w:t>
                      </w:r>
                    </w:p>
                    <w:p w14:paraId="14B0401C" w14:textId="3DA56D64" w:rsidR="007773A1" w:rsidRPr="009B2BD0" w:rsidRDefault="007773A1" w:rsidP="00D15731">
                      <w:pPr>
                        <w:tabs>
                          <w:tab w:val="left" w:pos="426"/>
                          <w:tab w:val="left" w:pos="851"/>
                          <w:tab w:val="left" w:pos="1276"/>
                          <w:tab w:val="left" w:pos="1701"/>
                          <w:tab w:val="left" w:pos="2127"/>
                          <w:tab w:val="left" w:pos="2552"/>
                        </w:tabs>
                        <w:autoSpaceDE w:val="0"/>
                        <w:autoSpaceDN w:val="0"/>
                        <w:adjustRightInd w:val="0"/>
                        <w:spacing w:after="0" w:line="240" w:lineRule="auto"/>
                        <w:rPr>
                          <w:rFonts w:ascii="Consolas" w:eastAsiaTheme="minorHAnsi" w:hAnsi="Consolas" w:cs="Consolas"/>
                          <w:color w:val="000000"/>
                          <w:szCs w:val="20"/>
                          <w:lang w:eastAsia="en-US"/>
                        </w:rPr>
                      </w:pPr>
                      <w:r>
                        <w:rPr>
                          <w:rFonts w:ascii="Consolas" w:eastAsiaTheme="minorHAnsi" w:hAnsi="Consolas" w:cs="Consolas"/>
                          <w:color w:val="000000"/>
                          <w:szCs w:val="20"/>
                          <w:lang w:eastAsia="en-US"/>
                        </w:rPr>
                        <w:tab/>
                      </w:r>
                      <w:r w:rsidR="00104A35">
                        <w:rPr>
                          <w:rFonts w:ascii="Consolas" w:eastAsiaTheme="minorHAnsi" w:hAnsi="Consolas" w:cs="Consolas"/>
                          <w:color w:val="000000"/>
                          <w:szCs w:val="20"/>
                          <w:lang w:eastAsia="en-US"/>
                        </w:rPr>
                        <w:t xml:space="preserve">// </w:t>
                      </w:r>
                      <w:r w:rsidR="00CB73F8">
                        <w:rPr>
                          <w:rFonts w:ascii="Consolas" w:eastAsiaTheme="minorHAnsi" w:hAnsi="Consolas" w:cs="Consolas"/>
                          <w:color w:val="000000"/>
                          <w:szCs w:val="20"/>
                          <w:lang w:eastAsia="en-US"/>
                        </w:rPr>
                        <w:t xml:space="preserve">Synchronisierung des Zugriffs auf die anderen </w:t>
                      </w:r>
                      <w:proofErr w:type="spellStart"/>
                      <w:r w:rsidR="00CB73F8">
                        <w:rPr>
                          <w:rFonts w:ascii="Consolas" w:eastAsiaTheme="minorHAnsi" w:hAnsi="Consolas" w:cs="Consolas"/>
                          <w:color w:val="000000"/>
                          <w:szCs w:val="20"/>
                          <w:lang w:eastAsia="en-US"/>
                        </w:rPr>
                        <w:t>ClientHandler</w:t>
                      </w:r>
                      <w:proofErr w:type="spellEnd"/>
                    </w:p>
                    <w:p w14:paraId="48981F5A" w14:textId="1E4AF20B" w:rsidR="007773A1" w:rsidRPr="009B2BD0" w:rsidRDefault="007773A1" w:rsidP="00D15731">
                      <w:pPr>
                        <w:tabs>
                          <w:tab w:val="left" w:pos="426"/>
                          <w:tab w:val="left" w:pos="851"/>
                          <w:tab w:val="left" w:pos="1276"/>
                          <w:tab w:val="left" w:pos="1701"/>
                          <w:tab w:val="left" w:pos="2127"/>
                          <w:tab w:val="left" w:pos="2552"/>
                        </w:tabs>
                        <w:autoSpaceDE w:val="0"/>
                        <w:autoSpaceDN w:val="0"/>
                        <w:adjustRightInd w:val="0"/>
                        <w:spacing w:after="0" w:line="240" w:lineRule="auto"/>
                        <w:rPr>
                          <w:rFonts w:ascii="Consolas" w:eastAsiaTheme="minorHAnsi" w:hAnsi="Consolas" w:cs="Consolas"/>
                          <w:color w:val="000000"/>
                          <w:szCs w:val="20"/>
                          <w:lang w:eastAsia="en-US"/>
                        </w:rPr>
                      </w:pPr>
                      <w:r>
                        <w:rPr>
                          <w:rFonts w:ascii="Consolas" w:eastAsiaTheme="minorHAnsi" w:hAnsi="Consolas" w:cs="Consolas"/>
                          <w:color w:val="000000"/>
                          <w:szCs w:val="20"/>
                          <w:lang w:eastAsia="en-US"/>
                        </w:rPr>
                        <w:tab/>
                      </w:r>
                      <w:r>
                        <w:rPr>
                          <w:rFonts w:ascii="Consolas" w:eastAsiaTheme="minorHAnsi" w:hAnsi="Consolas" w:cs="Consolas"/>
                          <w:color w:val="000000"/>
                          <w:szCs w:val="20"/>
                          <w:lang w:eastAsia="en-US"/>
                        </w:rPr>
                        <w:tab/>
                      </w:r>
                      <w:proofErr w:type="spellStart"/>
                      <w:r>
                        <w:rPr>
                          <w:rFonts w:ascii="Consolas" w:eastAsiaTheme="minorHAnsi" w:hAnsi="Consolas" w:cs="Consolas"/>
                          <w:color w:val="000000"/>
                          <w:szCs w:val="20"/>
                          <w:lang w:eastAsia="en-US"/>
                        </w:rPr>
                        <w:t>ChatMessage</w:t>
                      </w:r>
                      <w:proofErr w:type="spellEnd"/>
                      <w:r>
                        <w:rPr>
                          <w:rFonts w:ascii="Consolas" w:eastAsiaTheme="minorHAnsi" w:hAnsi="Consolas" w:cs="Consolas"/>
                          <w:color w:val="000000"/>
                          <w:szCs w:val="20"/>
                          <w:lang w:eastAsia="en-US"/>
                        </w:rPr>
                        <w:t xml:space="preserve"> </w:t>
                      </w:r>
                      <w:r w:rsidR="00104A35">
                        <w:rPr>
                          <w:rFonts w:ascii="Consolas" w:eastAsiaTheme="minorHAnsi" w:hAnsi="Consolas" w:cs="Consolas"/>
                          <w:color w:val="000000"/>
                          <w:szCs w:val="20"/>
                          <w:lang w:eastAsia="en-US"/>
                        </w:rPr>
                        <w:t>erzeugen für eine Verbindungsbestätigung</w:t>
                      </w:r>
                    </w:p>
                    <w:p w14:paraId="4ED4EB65" w14:textId="755DBE28" w:rsidR="007773A1" w:rsidRPr="009B2BD0" w:rsidRDefault="007773A1" w:rsidP="00D15731">
                      <w:pPr>
                        <w:tabs>
                          <w:tab w:val="left" w:pos="426"/>
                          <w:tab w:val="left" w:pos="851"/>
                          <w:tab w:val="left" w:pos="1276"/>
                          <w:tab w:val="left" w:pos="1701"/>
                          <w:tab w:val="left" w:pos="2127"/>
                          <w:tab w:val="left" w:pos="2552"/>
                        </w:tabs>
                        <w:autoSpaceDE w:val="0"/>
                        <w:autoSpaceDN w:val="0"/>
                        <w:adjustRightInd w:val="0"/>
                        <w:spacing w:after="0" w:line="240" w:lineRule="auto"/>
                        <w:rPr>
                          <w:rFonts w:ascii="Consolas" w:eastAsiaTheme="minorHAnsi" w:hAnsi="Consolas" w:cs="Consolas"/>
                          <w:color w:val="000000"/>
                          <w:szCs w:val="20"/>
                          <w:lang w:eastAsia="en-US"/>
                        </w:rPr>
                      </w:pPr>
                      <w:r>
                        <w:rPr>
                          <w:rFonts w:ascii="Consolas" w:eastAsiaTheme="minorHAnsi" w:hAnsi="Consolas" w:cs="Consolas"/>
                          <w:color w:val="000000"/>
                          <w:szCs w:val="20"/>
                          <w:lang w:eastAsia="en-US"/>
                        </w:rPr>
                        <w:tab/>
                      </w:r>
                      <w:r>
                        <w:rPr>
                          <w:rFonts w:ascii="Consolas" w:eastAsiaTheme="minorHAnsi" w:hAnsi="Consolas" w:cs="Consolas"/>
                          <w:color w:val="000000"/>
                          <w:szCs w:val="20"/>
                          <w:lang w:eastAsia="en-US"/>
                        </w:rPr>
                        <w:tab/>
                      </w:r>
                      <w:r w:rsidR="00104A35">
                        <w:rPr>
                          <w:rFonts w:ascii="Consolas" w:eastAsiaTheme="minorHAnsi" w:hAnsi="Consolas" w:cs="Consolas"/>
                          <w:color w:val="000000"/>
                          <w:szCs w:val="20"/>
                          <w:lang w:eastAsia="en-US"/>
                        </w:rPr>
                        <w:t>Die Message an den eigenen Client schicken</w:t>
                      </w:r>
                    </w:p>
                    <w:p w14:paraId="3E15E374" w14:textId="4AAA4F1E" w:rsidR="00104A35" w:rsidRPr="009B2BD0" w:rsidRDefault="00104A35" w:rsidP="00104A35">
                      <w:pPr>
                        <w:tabs>
                          <w:tab w:val="left" w:pos="426"/>
                          <w:tab w:val="left" w:pos="851"/>
                          <w:tab w:val="left" w:pos="1276"/>
                          <w:tab w:val="left" w:pos="1701"/>
                          <w:tab w:val="left" w:pos="2127"/>
                          <w:tab w:val="left" w:pos="2552"/>
                        </w:tabs>
                        <w:autoSpaceDE w:val="0"/>
                        <w:autoSpaceDN w:val="0"/>
                        <w:adjustRightInd w:val="0"/>
                        <w:spacing w:after="0" w:line="240" w:lineRule="auto"/>
                        <w:rPr>
                          <w:rFonts w:ascii="Consolas" w:eastAsiaTheme="minorHAnsi" w:hAnsi="Consolas" w:cs="Consolas"/>
                          <w:color w:val="000000"/>
                          <w:szCs w:val="20"/>
                          <w:lang w:eastAsia="en-US"/>
                        </w:rPr>
                      </w:pPr>
                      <w:r>
                        <w:rPr>
                          <w:rFonts w:ascii="Consolas" w:eastAsiaTheme="minorHAnsi" w:hAnsi="Consolas" w:cs="Consolas"/>
                          <w:color w:val="000000"/>
                          <w:szCs w:val="20"/>
                          <w:lang w:eastAsia="en-US"/>
                        </w:rPr>
                        <w:tab/>
                      </w:r>
                      <w:r>
                        <w:rPr>
                          <w:rFonts w:ascii="Consolas" w:eastAsiaTheme="minorHAnsi" w:hAnsi="Consolas" w:cs="Consolas"/>
                          <w:color w:val="000000"/>
                          <w:szCs w:val="20"/>
                          <w:lang w:eastAsia="en-US"/>
                        </w:rPr>
                        <w:tab/>
                      </w:r>
                      <w:proofErr w:type="spellStart"/>
                      <w:r>
                        <w:rPr>
                          <w:rFonts w:ascii="Consolas" w:eastAsiaTheme="minorHAnsi" w:hAnsi="Consolas" w:cs="Consolas"/>
                          <w:color w:val="000000"/>
                          <w:szCs w:val="20"/>
                          <w:lang w:eastAsia="en-US"/>
                        </w:rPr>
                        <w:t>ChatMessage</w:t>
                      </w:r>
                      <w:proofErr w:type="spellEnd"/>
                      <w:r>
                        <w:rPr>
                          <w:rFonts w:ascii="Consolas" w:eastAsiaTheme="minorHAnsi" w:hAnsi="Consolas" w:cs="Consolas"/>
                          <w:color w:val="000000"/>
                          <w:szCs w:val="20"/>
                          <w:lang w:eastAsia="en-US"/>
                        </w:rPr>
                        <w:t xml:space="preserve"> erzeugen, neuer Client hinzugefügt</w:t>
                      </w:r>
                    </w:p>
                    <w:p w14:paraId="595756CF" w14:textId="131AF710" w:rsidR="007773A1" w:rsidRPr="009B2BD0" w:rsidRDefault="007773A1" w:rsidP="00D15731">
                      <w:pPr>
                        <w:tabs>
                          <w:tab w:val="left" w:pos="426"/>
                          <w:tab w:val="left" w:pos="851"/>
                          <w:tab w:val="left" w:pos="1276"/>
                          <w:tab w:val="left" w:pos="1701"/>
                          <w:tab w:val="left" w:pos="2127"/>
                          <w:tab w:val="left" w:pos="2552"/>
                        </w:tabs>
                        <w:autoSpaceDE w:val="0"/>
                        <w:autoSpaceDN w:val="0"/>
                        <w:adjustRightInd w:val="0"/>
                        <w:spacing w:after="0" w:line="240" w:lineRule="auto"/>
                        <w:rPr>
                          <w:rFonts w:ascii="Consolas" w:eastAsiaTheme="minorHAnsi" w:hAnsi="Consolas" w:cs="Consolas"/>
                          <w:color w:val="000000"/>
                          <w:szCs w:val="20"/>
                          <w:lang w:eastAsia="en-US"/>
                        </w:rPr>
                      </w:pPr>
                      <w:r>
                        <w:rPr>
                          <w:rFonts w:ascii="Consolas" w:eastAsiaTheme="minorHAnsi" w:hAnsi="Consolas" w:cs="Consolas"/>
                          <w:color w:val="000000"/>
                          <w:szCs w:val="20"/>
                          <w:lang w:eastAsia="en-US"/>
                        </w:rPr>
                        <w:tab/>
                      </w:r>
                      <w:r>
                        <w:rPr>
                          <w:rFonts w:ascii="Consolas" w:eastAsiaTheme="minorHAnsi" w:hAnsi="Consolas" w:cs="Consolas"/>
                          <w:color w:val="000000"/>
                          <w:szCs w:val="20"/>
                          <w:lang w:eastAsia="en-US"/>
                        </w:rPr>
                        <w:tab/>
                      </w:r>
                      <w:r w:rsidR="00104A35">
                        <w:rPr>
                          <w:rFonts w:ascii="Consolas" w:eastAsiaTheme="minorHAnsi" w:hAnsi="Consolas" w:cs="Consolas"/>
                          <w:color w:val="000000"/>
                          <w:szCs w:val="20"/>
                          <w:lang w:eastAsia="en-US"/>
                        </w:rPr>
                        <w:t>An alle anderen Clients</w:t>
                      </w:r>
                    </w:p>
                    <w:p w14:paraId="09E4C07C" w14:textId="6E37FDAC" w:rsidR="007773A1" w:rsidRPr="009B2BD0" w:rsidRDefault="007773A1" w:rsidP="00D15731">
                      <w:pPr>
                        <w:tabs>
                          <w:tab w:val="left" w:pos="426"/>
                          <w:tab w:val="left" w:pos="851"/>
                          <w:tab w:val="left" w:pos="1276"/>
                          <w:tab w:val="left" w:pos="1701"/>
                          <w:tab w:val="left" w:pos="2127"/>
                          <w:tab w:val="left" w:pos="2552"/>
                        </w:tabs>
                        <w:autoSpaceDE w:val="0"/>
                        <w:autoSpaceDN w:val="0"/>
                        <w:adjustRightInd w:val="0"/>
                        <w:spacing w:after="0" w:line="240" w:lineRule="auto"/>
                        <w:rPr>
                          <w:rFonts w:ascii="Consolas" w:eastAsiaTheme="minorHAnsi" w:hAnsi="Consolas" w:cs="Consolas"/>
                          <w:color w:val="000000"/>
                          <w:szCs w:val="20"/>
                          <w:lang w:eastAsia="en-US"/>
                        </w:rPr>
                      </w:pPr>
                      <w:r>
                        <w:rPr>
                          <w:rFonts w:ascii="Consolas" w:eastAsiaTheme="minorHAnsi" w:hAnsi="Consolas" w:cs="Consolas"/>
                          <w:color w:val="000000"/>
                          <w:szCs w:val="20"/>
                          <w:lang w:eastAsia="en-US"/>
                        </w:rPr>
                        <w:tab/>
                      </w:r>
                      <w:r>
                        <w:rPr>
                          <w:rFonts w:ascii="Consolas" w:eastAsiaTheme="minorHAnsi" w:hAnsi="Consolas" w:cs="Consolas"/>
                          <w:color w:val="000000"/>
                          <w:szCs w:val="20"/>
                          <w:lang w:eastAsia="en-US"/>
                        </w:rPr>
                        <w:tab/>
                      </w:r>
                      <w:r>
                        <w:rPr>
                          <w:rFonts w:ascii="Consolas" w:eastAsiaTheme="minorHAnsi" w:hAnsi="Consolas" w:cs="Consolas"/>
                          <w:color w:val="000000"/>
                          <w:szCs w:val="20"/>
                          <w:lang w:eastAsia="en-US"/>
                        </w:rPr>
                        <w:tab/>
                      </w:r>
                      <w:r w:rsidR="001A6577">
                        <w:rPr>
                          <w:rFonts w:ascii="Consolas" w:eastAsiaTheme="minorHAnsi" w:hAnsi="Consolas" w:cs="Consolas"/>
                          <w:color w:val="000000"/>
                          <w:szCs w:val="20"/>
                          <w:lang w:eastAsia="en-US"/>
                        </w:rPr>
                        <w:t xml:space="preserve">Message neuer Client über </w:t>
                      </w:r>
                      <w:proofErr w:type="spellStart"/>
                      <w:r w:rsidR="001A6577">
                        <w:rPr>
                          <w:rFonts w:ascii="Consolas" w:eastAsiaTheme="minorHAnsi" w:hAnsi="Consolas" w:cs="Consolas"/>
                          <w:color w:val="000000"/>
                          <w:szCs w:val="20"/>
                          <w:lang w:eastAsia="en-US"/>
                        </w:rPr>
                        <w:t>outstream</w:t>
                      </w:r>
                      <w:proofErr w:type="spellEnd"/>
                      <w:r w:rsidR="001A6577">
                        <w:rPr>
                          <w:rFonts w:ascii="Consolas" w:eastAsiaTheme="minorHAnsi" w:hAnsi="Consolas" w:cs="Consolas"/>
                          <w:color w:val="000000"/>
                          <w:szCs w:val="20"/>
                          <w:lang w:eastAsia="en-US"/>
                        </w:rPr>
                        <w:t xml:space="preserve"> verschicken</w:t>
                      </w:r>
                    </w:p>
                    <w:p w14:paraId="6BFB63BC" w14:textId="77777777" w:rsidR="001A6577" w:rsidRDefault="001A6577" w:rsidP="00D15731">
                      <w:pPr>
                        <w:tabs>
                          <w:tab w:val="left" w:pos="426"/>
                          <w:tab w:val="left" w:pos="851"/>
                          <w:tab w:val="left" w:pos="1276"/>
                          <w:tab w:val="left" w:pos="1701"/>
                          <w:tab w:val="left" w:pos="2127"/>
                          <w:tab w:val="left" w:pos="2552"/>
                        </w:tabs>
                        <w:autoSpaceDE w:val="0"/>
                        <w:autoSpaceDN w:val="0"/>
                        <w:adjustRightInd w:val="0"/>
                        <w:spacing w:after="0" w:line="240" w:lineRule="auto"/>
                        <w:rPr>
                          <w:rFonts w:ascii="Consolas" w:eastAsiaTheme="minorHAnsi" w:hAnsi="Consolas" w:cs="Consolas"/>
                          <w:color w:val="000000"/>
                          <w:szCs w:val="20"/>
                          <w:lang w:eastAsia="en-US"/>
                        </w:rPr>
                      </w:pPr>
                    </w:p>
                    <w:p w14:paraId="27A7DF74" w14:textId="5B557A18" w:rsidR="007773A1" w:rsidRDefault="007773A1" w:rsidP="00D15731">
                      <w:pPr>
                        <w:tabs>
                          <w:tab w:val="left" w:pos="426"/>
                          <w:tab w:val="left" w:pos="851"/>
                          <w:tab w:val="left" w:pos="1276"/>
                          <w:tab w:val="left" w:pos="1701"/>
                          <w:tab w:val="left" w:pos="2127"/>
                          <w:tab w:val="left" w:pos="2552"/>
                        </w:tabs>
                        <w:autoSpaceDE w:val="0"/>
                        <w:autoSpaceDN w:val="0"/>
                        <w:adjustRightInd w:val="0"/>
                        <w:spacing w:after="0" w:line="240" w:lineRule="auto"/>
                        <w:rPr>
                          <w:rFonts w:ascii="Consolas" w:eastAsiaTheme="minorHAnsi" w:hAnsi="Consolas" w:cs="Consolas"/>
                          <w:szCs w:val="20"/>
                          <w:lang w:eastAsia="en-US"/>
                        </w:rPr>
                      </w:pPr>
                      <w:r>
                        <w:rPr>
                          <w:rFonts w:ascii="Consolas" w:eastAsiaTheme="minorHAnsi" w:hAnsi="Consolas" w:cs="Consolas"/>
                          <w:color w:val="000000"/>
                          <w:szCs w:val="20"/>
                          <w:lang w:eastAsia="en-US"/>
                        </w:rPr>
                        <w:tab/>
                      </w:r>
                      <w:r w:rsidR="001A6577" w:rsidRPr="00191EBC">
                        <w:rPr>
                          <w:rFonts w:ascii="Consolas" w:eastAsiaTheme="minorHAnsi" w:hAnsi="Consolas" w:cs="Consolas"/>
                          <w:color w:val="000000"/>
                          <w:szCs w:val="20"/>
                          <w:lang w:eastAsia="en-US"/>
                        </w:rPr>
                        <w:t>Endlosschleife</w:t>
                      </w:r>
                    </w:p>
                    <w:p w14:paraId="6E3439E2" w14:textId="5A371494" w:rsidR="007773A1" w:rsidRDefault="007773A1" w:rsidP="00D15731">
                      <w:pPr>
                        <w:tabs>
                          <w:tab w:val="left" w:pos="426"/>
                          <w:tab w:val="left" w:pos="851"/>
                          <w:tab w:val="left" w:pos="1276"/>
                          <w:tab w:val="left" w:pos="1701"/>
                          <w:tab w:val="left" w:pos="2127"/>
                          <w:tab w:val="left" w:pos="2552"/>
                        </w:tabs>
                        <w:autoSpaceDE w:val="0"/>
                        <w:autoSpaceDN w:val="0"/>
                        <w:adjustRightInd w:val="0"/>
                        <w:spacing w:after="0" w:line="240" w:lineRule="auto"/>
                        <w:rPr>
                          <w:rFonts w:ascii="Consolas" w:eastAsiaTheme="minorHAnsi" w:hAnsi="Consolas" w:cs="Consolas"/>
                          <w:szCs w:val="20"/>
                          <w:lang w:eastAsia="en-US"/>
                        </w:rPr>
                      </w:pPr>
                      <w:r>
                        <w:rPr>
                          <w:rFonts w:ascii="Consolas" w:eastAsiaTheme="minorHAnsi" w:hAnsi="Consolas" w:cs="Consolas"/>
                          <w:color w:val="000000"/>
                          <w:szCs w:val="20"/>
                          <w:lang w:eastAsia="en-US"/>
                        </w:rPr>
                        <w:tab/>
                      </w:r>
                      <w:r>
                        <w:rPr>
                          <w:rFonts w:ascii="Consolas" w:eastAsiaTheme="minorHAnsi" w:hAnsi="Consolas" w:cs="Consolas"/>
                          <w:color w:val="000000"/>
                          <w:szCs w:val="20"/>
                          <w:lang w:eastAsia="en-US"/>
                        </w:rPr>
                        <w:tab/>
                      </w:r>
                      <w:proofErr w:type="spellStart"/>
                      <w:r>
                        <w:rPr>
                          <w:rFonts w:ascii="Consolas" w:eastAsiaTheme="minorHAnsi" w:hAnsi="Consolas" w:cs="Consolas"/>
                          <w:color w:val="000000"/>
                          <w:szCs w:val="20"/>
                          <w:lang w:eastAsia="en-US"/>
                        </w:rPr>
                        <w:t>ChatMessage</w:t>
                      </w:r>
                      <w:proofErr w:type="spellEnd"/>
                      <w:r>
                        <w:rPr>
                          <w:rFonts w:ascii="Consolas" w:eastAsiaTheme="minorHAnsi" w:hAnsi="Consolas" w:cs="Consolas"/>
                          <w:color w:val="000000"/>
                          <w:szCs w:val="20"/>
                          <w:lang w:eastAsia="en-US"/>
                        </w:rPr>
                        <w:t xml:space="preserve"> </w:t>
                      </w:r>
                      <w:r w:rsidR="005D55E0">
                        <w:rPr>
                          <w:rFonts w:ascii="Consolas" w:eastAsiaTheme="minorHAnsi" w:hAnsi="Consolas" w:cs="Consolas"/>
                          <w:color w:val="6A3E3E"/>
                          <w:szCs w:val="20"/>
                          <w:lang w:eastAsia="en-US"/>
                        </w:rPr>
                        <w:t>empfangen</w:t>
                      </w:r>
                      <w:r w:rsidR="003060C6">
                        <w:rPr>
                          <w:rFonts w:ascii="Consolas" w:eastAsiaTheme="minorHAnsi" w:hAnsi="Consolas" w:cs="Consolas"/>
                          <w:color w:val="6A3E3E"/>
                          <w:szCs w:val="20"/>
                          <w:lang w:eastAsia="en-US"/>
                        </w:rPr>
                        <w:t xml:space="preserve"> </w:t>
                      </w:r>
                    </w:p>
                    <w:p w14:paraId="1F5C3913" w14:textId="00EC8DEF" w:rsidR="003060C6" w:rsidRDefault="003060C6" w:rsidP="00D15731">
                      <w:pPr>
                        <w:tabs>
                          <w:tab w:val="left" w:pos="426"/>
                          <w:tab w:val="left" w:pos="851"/>
                          <w:tab w:val="left" w:pos="1276"/>
                          <w:tab w:val="left" w:pos="1701"/>
                          <w:tab w:val="left" w:pos="2127"/>
                          <w:tab w:val="left" w:pos="2552"/>
                        </w:tabs>
                        <w:autoSpaceDE w:val="0"/>
                        <w:autoSpaceDN w:val="0"/>
                        <w:adjustRightInd w:val="0"/>
                        <w:spacing w:after="0" w:line="240" w:lineRule="auto"/>
                        <w:rPr>
                          <w:rFonts w:ascii="Consolas" w:eastAsiaTheme="minorHAnsi" w:hAnsi="Consolas" w:cs="Consolas"/>
                          <w:color w:val="000000"/>
                          <w:szCs w:val="20"/>
                          <w:lang w:eastAsia="en-US"/>
                        </w:rPr>
                      </w:pPr>
                      <w:r>
                        <w:rPr>
                          <w:rFonts w:ascii="Consolas" w:eastAsiaTheme="minorHAnsi" w:hAnsi="Consolas" w:cs="Consolas"/>
                          <w:color w:val="000000"/>
                          <w:szCs w:val="20"/>
                          <w:lang w:eastAsia="en-US"/>
                        </w:rPr>
                        <w:tab/>
                      </w:r>
                      <w:r>
                        <w:rPr>
                          <w:rFonts w:ascii="Consolas" w:eastAsiaTheme="minorHAnsi" w:hAnsi="Consolas" w:cs="Consolas"/>
                          <w:color w:val="000000"/>
                          <w:szCs w:val="20"/>
                          <w:lang w:eastAsia="en-US"/>
                        </w:rPr>
                        <w:tab/>
                        <w:t>Wenn der Client sich abmeldet</w:t>
                      </w:r>
                    </w:p>
                    <w:p w14:paraId="1D06554F" w14:textId="7C4C3F1F" w:rsidR="007773A1" w:rsidRDefault="007773A1" w:rsidP="00D15731">
                      <w:pPr>
                        <w:tabs>
                          <w:tab w:val="left" w:pos="426"/>
                          <w:tab w:val="left" w:pos="851"/>
                          <w:tab w:val="left" w:pos="1276"/>
                          <w:tab w:val="left" w:pos="1701"/>
                          <w:tab w:val="left" w:pos="2127"/>
                          <w:tab w:val="left" w:pos="2552"/>
                        </w:tabs>
                        <w:autoSpaceDE w:val="0"/>
                        <w:autoSpaceDN w:val="0"/>
                        <w:adjustRightInd w:val="0"/>
                        <w:spacing w:after="0" w:line="240" w:lineRule="auto"/>
                        <w:rPr>
                          <w:rFonts w:ascii="Consolas" w:eastAsiaTheme="minorHAnsi" w:hAnsi="Consolas" w:cs="Consolas"/>
                          <w:szCs w:val="20"/>
                          <w:lang w:eastAsia="en-US"/>
                        </w:rPr>
                      </w:pPr>
                      <w:r>
                        <w:rPr>
                          <w:rFonts w:ascii="Consolas" w:eastAsiaTheme="minorHAnsi" w:hAnsi="Consolas" w:cs="Consolas"/>
                          <w:color w:val="000000"/>
                          <w:szCs w:val="20"/>
                          <w:lang w:eastAsia="en-US"/>
                        </w:rPr>
                        <w:tab/>
                      </w:r>
                      <w:r>
                        <w:rPr>
                          <w:rFonts w:ascii="Consolas" w:eastAsiaTheme="minorHAnsi" w:hAnsi="Consolas" w:cs="Consolas"/>
                          <w:color w:val="000000"/>
                          <w:szCs w:val="20"/>
                          <w:lang w:eastAsia="en-US"/>
                        </w:rPr>
                        <w:tab/>
                      </w:r>
                      <w:r>
                        <w:rPr>
                          <w:rFonts w:ascii="Consolas" w:eastAsiaTheme="minorHAnsi" w:hAnsi="Consolas" w:cs="Consolas"/>
                          <w:color w:val="000000"/>
                          <w:szCs w:val="20"/>
                          <w:lang w:eastAsia="en-US"/>
                        </w:rPr>
                        <w:tab/>
                      </w:r>
                      <w:r>
                        <w:rPr>
                          <w:rFonts w:ascii="Consolas" w:eastAsiaTheme="minorHAnsi" w:hAnsi="Consolas" w:cs="Consolas"/>
                          <w:b/>
                          <w:bCs/>
                          <w:color w:val="7F0055"/>
                          <w:szCs w:val="20"/>
                          <w:lang w:eastAsia="en-US"/>
                        </w:rPr>
                        <w:t>break</w:t>
                      </w:r>
                      <w:r>
                        <w:rPr>
                          <w:rFonts w:ascii="Consolas" w:eastAsiaTheme="minorHAnsi" w:hAnsi="Consolas" w:cs="Consolas"/>
                          <w:color w:val="000000"/>
                          <w:szCs w:val="20"/>
                          <w:lang w:eastAsia="en-US"/>
                        </w:rPr>
                        <w:t>;</w:t>
                      </w:r>
                    </w:p>
                    <w:p w14:paraId="20E0E5A6" w14:textId="734A6061" w:rsidR="003060C6" w:rsidRPr="009B2BD0" w:rsidRDefault="003060C6" w:rsidP="003060C6">
                      <w:pPr>
                        <w:tabs>
                          <w:tab w:val="left" w:pos="426"/>
                          <w:tab w:val="left" w:pos="851"/>
                          <w:tab w:val="left" w:pos="1276"/>
                          <w:tab w:val="left" w:pos="1701"/>
                          <w:tab w:val="left" w:pos="2127"/>
                          <w:tab w:val="left" w:pos="2552"/>
                        </w:tabs>
                        <w:autoSpaceDE w:val="0"/>
                        <w:autoSpaceDN w:val="0"/>
                        <w:adjustRightInd w:val="0"/>
                        <w:spacing w:after="0" w:line="240" w:lineRule="auto"/>
                        <w:rPr>
                          <w:rFonts w:ascii="Consolas" w:eastAsiaTheme="minorHAnsi" w:hAnsi="Consolas" w:cs="Consolas"/>
                          <w:color w:val="000000"/>
                          <w:szCs w:val="20"/>
                          <w:lang w:eastAsia="en-US"/>
                        </w:rPr>
                      </w:pPr>
                      <w:r>
                        <w:rPr>
                          <w:rFonts w:ascii="Consolas" w:eastAsiaTheme="minorHAnsi" w:hAnsi="Consolas" w:cs="Consolas"/>
                          <w:color w:val="000000"/>
                          <w:szCs w:val="20"/>
                          <w:lang w:eastAsia="en-US"/>
                        </w:rPr>
                        <w:tab/>
                      </w:r>
                      <w:r>
                        <w:rPr>
                          <w:rFonts w:ascii="Consolas" w:eastAsiaTheme="minorHAnsi" w:hAnsi="Consolas" w:cs="Consolas"/>
                          <w:color w:val="000000"/>
                          <w:szCs w:val="20"/>
                          <w:lang w:eastAsia="en-US"/>
                        </w:rPr>
                        <w:tab/>
                        <w:t xml:space="preserve">// </w:t>
                      </w:r>
                      <w:r w:rsidR="00237D1A">
                        <w:rPr>
                          <w:rFonts w:ascii="Consolas" w:eastAsiaTheme="minorHAnsi" w:hAnsi="Consolas" w:cs="Consolas"/>
                          <w:color w:val="000000"/>
                          <w:szCs w:val="20"/>
                          <w:lang w:eastAsia="en-US"/>
                        </w:rPr>
                        <w:t xml:space="preserve">Synchronisierung des </w:t>
                      </w:r>
                      <w:r>
                        <w:rPr>
                          <w:rFonts w:ascii="Consolas" w:eastAsiaTheme="minorHAnsi" w:hAnsi="Consolas" w:cs="Consolas"/>
                          <w:color w:val="000000"/>
                          <w:szCs w:val="20"/>
                          <w:lang w:eastAsia="en-US"/>
                        </w:rPr>
                        <w:t>Zugriff</w:t>
                      </w:r>
                      <w:r w:rsidR="00237D1A">
                        <w:rPr>
                          <w:rFonts w:ascii="Consolas" w:eastAsiaTheme="minorHAnsi" w:hAnsi="Consolas" w:cs="Consolas"/>
                          <w:color w:val="000000"/>
                          <w:szCs w:val="20"/>
                          <w:lang w:eastAsia="en-US"/>
                        </w:rPr>
                        <w:t>s</w:t>
                      </w:r>
                      <w:r>
                        <w:rPr>
                          <w:rFonts w:ascii="Consolas" w:eastAsiaTheme="minorHAnsi" w:hAnsi="Consolas" w:cs="Consolas"/>
                          <w:color w:val="000000"/>
                          <w:szCs w:val="20"/>
                          <w:lang w:eastAsia="en-US"/>
                        </w:rPr>
                        <w:t xml:space="preserve"> auf die anderen </w:t>
                      </w:r>
                      <w:proofErr w:type="spellStart"/>
                      <w:r>
                        <w:rPr>
                          <w:rFonts w:ascii="Consolas" w:eastAsiaTheme="minorHAnsi" w:hAnsi="Consolas" w:cs="Consolas"/>
                          <w:color w:val="000000"/>
                          <w:szCs w:val="20"/>
                          <w:lang w:eastAsia="en-US"/>
                        </w:rPr>
                        <w:t>Client</w:t>
                      </w:r>
                      <w:r w:rsidR="00237D1A">
                        <w:rPr>
                          <w:rFonts w:ascii="Consolas" w:eastAsiaTheme="minorHAnsi" w:hAnsi="Consolas" w:cs="Consolas"/>
                          <w:color w:val="000000"/>
                          <w:szCs w:val="20"/>
                          <w:lang w:eastAsia="en-US"/>
                        </w:rPr>
                        <w:t>Handler</w:t>
                      </w:r>
                      <w:proofErr w:type="spellEnd"/>
                    </w:p>
                    <w:p w14:paraId="54CB6409" w14:textId="523467ED" w:rsidR="007773A1" w:rsidRDefault="007773A1" w:rsidP="00D15731">
                      <w:pPr>
                        <w:tabs>
                          <w:tab w:val="left" w:pos="426"/>
                          <w:tab w:val="left" w:pos="851"/>
                          <w:tab w:val="left" w:pos="1276"/>
                          <w:tab w:val="left" w:pos="1701"/>
                          <w:tab w:val="left" w:pos="2127"/>
                          <w:tab w:val="left" w:pos="2552"/>
                        </w:tabs>
                        <w:autoSpaceDE w:val="0"/>
                        <w:autoSpaceDN w:val="0"/>
                        <w:adjustRightInd w:val="0"/>
                        <w:spacing w:after="0" w:line="240" w:lineRule="auto"/>
                        <w:rPr>
                          <w:rFonts w:ascii="Consolas" w:eastAsiaTheme="minorHAnsi" w:hAnsi="Consolas" w:cs="Consolas"/>
                          <w:szCs w:val="20"/>
                          <w:lang w:eastAsia="en-US"/>
                        </w:rPr>
                      </w:pPr>
                      <w:r>
                        <w:rPr>
                          <w:rFonts w:ascii="Consolas" w:eastAsiaTheme="minorHAnsi" w:hAnsi="Consolas" w:cs="Consolas"/>
                          <w:color w:val="000000"/>
                          <w:szCs w:val="20"/>
                          <w:lang w:eastAsia="en-US"/>
                        </w:rPr>
                        <w:tab/>
                      </w:r>
                      <w:r>
                        <w:rPr>
                          <w:rFonts w:ascii="Consolas" w:eastAsiaTheme="minorHAnsi" w:hAnsi="Consolas" w:cs="Consolas"/>
                          <w:color w:val="000000"/>
                          <w:szCs w:val="20"/>
                          <w:lang w:eastAsia="en-US"/>
                        </w:rPr>
                        <w:tab/>
                      </w:r>
                      <w:r>
                        <w:rPr>
                          <w:rFonts w:ascii="Consolas" w:eastAsiaTheme="minorHAnsi" w:hAnsi="Consolas" w:cs="Consolas"/>
                          <w:color w:val="000000"/>
                          <w:szCs w:val="20"/>
                          <w:lang w:eastAsia="en-US"/>
                        </w:rPr>
                        <w:tab/>
                      </w:r>
                      <w:r w:rsidR="00FF4791" w:rsidRPr="00A922E5">
                        <w:rPr>
                          <w:rFonts w:ascii="Consolas" w:eastAsiaTheme="minorHAnsi" w:hAnsi="Consolas" w:cs="Consolas"/>
                          <w:color w:val="000000"/>
                          <w:szCs w:val="20"/>
                          <w:lang w:eastAsia="en-US"/>
                        </w:rPr>
                        <w:t>Für alle vorgesehenen Emp</w:t>
                      </w:r>
                      <w:r w:rsidR="00A922E5">
                        <w:rPr>
                          <w:rFonts w:ascii="Consolas" w:eastAsiaTheme="minorHAnsi" w:hAnsi="Consolas" w:cs="Consolas"/>
                          <w:color w:val="000000"/>
                          <w:szCs w:val="20"/>
                          <w:lang w:eastAsia="en-US"/>
                        </w:rPr>
                        <w:t>f</w:t>
                      </w:r>
                      <w:r w:rsidR="00FF4791" w:rsidRPr="00A922E5">
                        <w:rPr>
                          <w:rFonts w:ascii="Consolas" w:eastAsiaTheme="minorHAnsi" w:hAnsi="Consolas" w:cs="Consolas"/>
                          <w:color w:val="000000"/>
                          <w:szCs w:val="20"/>
                          <w:lang w:eastAsia="en-US"/>
                        </w:rPr>
                        <w:t>änger</w:t>
                      </w:r>
                    </w:p>
                    <w:p w14:paraId="79C07E68" w14:textId="4854F1DC" w:rsidR="007773A1" w:rsidRPr="00D11C7E" w:rsidRDefault="007773A1" w:rsidP="00D15731">
                      <w:pPr>
                        <w:tabs>
                          <w:tab w:val="left" w:pos="426"/>
                          <w:tab w:val="left" w:pos="851"/>
                          <w:tab w:val="left" w:pos="1276"/>
                          <w:tab w:val="left" w:pos="1701"/>
                          <w:tab w:val="left" w:pos="2127"/>
                          <w:tab w:val="left" w:pos="2552"/>
                        </w:tabs>
                        <w:autoSpaceDE w:val="0"/>
                        <w:autoSpaceDN w:val="0"/>
                        <w:adjustRightInd w:val="0"/>
                        <w:spacing w:after="0" w:line="240" w:lineRule="auto"/>
                        <w:rPr>
                          <w:rFonts w:ascii="Consolas" w:eastAsiaTheme="minorHAnsi" w:hAnsi="Consolas" w:cs="Consolas"/>
                          <w:color w:val="000000"/>
                          <w:szCs w:val="20"/>
                          <w:lang w:eastAsia="en-US"/>
                        </w:rPr>
                      </w:pPr>
                      <w:r>
                        <w:rPr>
                          <w:rFonts w:ascii="Consolas" w:eastAsiaTheme="minorHAnsi" w:hAnsi="Consolas" w:cs="Consolas"/>
                          <w:color w:val="000000"/>
                          <w:szCs w:val="20"/>
                          <w:lang w:eastAsia="en-US"/>
                        </w:rPr>
                        <w:tab/>
                      </w:r>
                      <w:r>
                        <w:rPr>
                          <w:rFonts w:ascii="Consolas" w:eastAsiaTheme="minorHAnsi" w:hAnsi="Consolas" w:cs="Consolas"/>
                          <w:color w:val="000000"/>
                          <w:szCs w:val="20"/>
                          <w:lang w:eastAsia="en-US"/>
                        </w:rPr>
                        <w:tab/>
                      </w:r>
                      <w:r>
                        <w:rPr>
                          <w:rFonts w:ascii="Consolas" w:eastAsiaTheme="minorHAnsi" w:hAnsi="Consolas" w:cs="Consolas"/>
                          <w:color w:val="000000"/>
                          <w:szCs w:val="20"/>
                          <w:lang w:eastAsia="en-US"/>
                        </w:rPr>
                        <w:tab/>
                      </w:r>
                      <w:r>
                        <w:rPr>
                          <w:rFonts w:ascii="Consolas" w:eastAsiaTheme="minorHAnsi" w:hAnsi="Consolas" w:cs="Consolas"/>
                          <w:color w:val="000000"/>
                          <w:szCs w:val="20"/>
                          <w:lang w:eastAsia="en-US"/>
                        </w:rPr>
                        <w:tab/>
                      </w:r>
                      <w:r w:rsidR="00A922E5" w:rsidRPr="00D11C7E">
                        <w:rPr>
                          <w:rFonts w:ascii="Consolas" w:eastAsiaTheme="minorHAnsi" w:hAnsi="Consolas" w:cs="Consolas"/>
                          <w:color w:val="000000"/>
                          <w:szCs w:val="20"/>
                          <w:lang w:eastAsia="en-US"/>
                        </w:rPr>
                        <w:t>Die e</w:t>
                      </w:r>
                      <w:r w:rsidR="00D11C7E">
                        <w:rPr>
                          <w:rFonts w:ascii="Consolas" w:eastAsiaTheme="minorHAnsi" w:hAnsi="Consolas" w:cs="Consolas"/>
                          <w:color w:val="000000"/>
                          <w:szCs w:val="20"/>
                          <w:lang w:eastAsia="en-US"/>
                        </w:rPr>
                        <w:t xml:space="preserve">mpfangene </w:t>
                      </w:r>
                      <w:r w:rsidR="00CE33F3">
                        <w:rPr>
                          <w:rFonts w:ascii="Consolas" w:eastAsiaTheme="minorHAnsi" w:hAnsi="Consolas" w:cs="Consolas"/>
                          <w:color w:val="000000"/>
                          <w:szCs w:val="20"/>
                          <w:lang w:eastAsia="en-US"/>
                        </w:rPr>
                        <w:t>Nachricht an alle Empfänger verschicken</w:t>
                      </w:r>
                    </w:p>
                    <w:p w14:paraId="591C56BF" w14:textId="77777777" w:rsidR="00775E5C" w:rsidRDefault="007773A1" w:rsidP="00D15731">
                      <w:pPr>
                        <w:tabs>
                          <w:tab w:val="left" w:pos="426"/>
                          <w:tab w:val="left" w:pos="851"/>
                          <w:tab w:val="left" w:pos="1276"/>
                          <w:tab w:val="left" w:pos="1701"/>
                          <w:tab w:val="left" w:pos="2127"/>
                          <w:tab w:val="left" w:pos="2552"/>
                        </w:tabs>
                        <w:autoSpaceDE w:val="0"/>
                        <w:autoSpaceDN w:val="0"/>
                        <w:adjustRightInd w:val="0"/>
                        <w:spacing w:after="0" w:line="240" w:lineRule="auto"/>
                        <w:rPr>
                          <w:rFonts w:ascii="Consolas" w:eastAsiaTheme="minorHAnsi" w:hAnsi="Consolas" w:cs="Consolas"/>
                          <w:color w:val="000000"/>
                          <w:szCs w:val="20"/>
                          <w:lang w:eastAsia="en-US"/>
                        </w:rPr>
                      </w:pPr>
                      <w:r>
                        <w:rPr>
                          <w:rFonts w:ascii="Consolas" w:eastAsiaTheme="minorHAnsi" w:hAnsi="Consolas" w:cs="Consolas"/>
                          <w:color w:val="000000"/>
                          <w:szCs w:val="20"/>
                          <w:lang w:eastAsia="en-US"/>
                        </w:rPr>
                        <w:tab/>
                      </w:r>
                      <w:r w:rsidR="00775E5C">
                        <w:rPr>
                          <w:rFonts w:ascii="Consolas" w:eastAsiaTheme="minorHAnsi" w:hAnsi="Consolas" w:cs="Consolas"/>
                          <w:color w:val="000000"/>
                          <w:szCs w:val="20"/>
                          <w:lang w:eastAsia="en-US"/>
                        </w:rPr>
                        <w:t xml:space="preserve">// Synchronisierung des Zugriffs auf die anderen </w:t>
                      </w:r>
                      <w:proofErr w:type="spellStart"/>
                      <w:r w:rsidR="00775E5C">
                        <w:rPr>
                          <w:rFonts w:ascii="Consolas" w:eastAsiaTheme="minorHAnsi" w:hAnsi="Consolas" w:cs="Consolas"/>
                          <w:color w:val="000000"/>
                          <w:szCs w:val="20"/>
                          <w:lang w:eastAsia="en-US"/>
                        </w:rPr>
                        <w:t>ClientHandler</w:t>
                      </w:r>
                      <w:proofErr w:type="spellEnd"/>
                    </w:p>
                    <w:p w14:paraId="5C12D9BE" w14:textId="4D687F27" w:rsidR="007773A1" w:rsidRPr="00A96088" w:rsidRDefault="007773A1" w:rsidP="00D15731">
                      <w:pPr>
                        <w:tabs>
                          <w:tab w:val="left" w:pos="426"/>
                          <w:tab w:val="left" w:pos="851"/>
                          <w:tab w:val="left" w:pos="1276"/>
                          <w:tab w:val="left" w:pos="1701"/>
                          <w:tab w:val="left" w:pos="2127"/>
                          <w:tab w:val="left" w:pos="2552"/>
                        </w:tabs>
                        <w:autoSpaceDE w:val="0"/>
                        <w:autoSpaceDN w:val="0"/>
                        <w:adjustRightInd w:val="0"/>
                        <w:spacing w:after="0" w:line="240" w:lineRule="auto"/>
                        <w:rPr>
                          <w:rFonts w:ascii="Consolas" w:eastAsiaTheme="minorHAnsi" w:hAnsi="Consolas" w:cs="Consolas"/>
                          <w:color w:val="000000"/>
                          <w:szCs w:val="20"/>
                          <w:lang w:eastAsia="en-US"/>
                        </w:rPr>
                      </w:pPr>
                      <w:r>
                        <w:rPr>
                          <w:rFonts w:ascii="Consolas" w:eastAsiaTheme="minorHAnsi" w:hAnsi="Consolas" w:cs="Consolas"/>
                          <w:color w:val="000000"/>
                          <w:szCs w:val="20"/>
                          <w:lang w:eastAsia="en-US"/>
                        </w:rPr>
                        <w:tab/>
                      </w:r>
                      <w:r w:rsidR="00816865">
                        <w:rPr>
                          <w:rFonts w:ascii="Consolas" w:eastAsiaTheme="minorHAnsi" w:hAnsi="Consolas" w:cs="Consolas"/>
                          <w:color w:val="000000"/>
                          <w:szCs w:val="20"/>
                          <w:lang w:eastAsia="en-US"/>
                        </w:rPr>
                        <w:tab/>
                      </w:r>
                      <w:r w:rsidR="00816865" w:rsidRPr="00A96088">
                        <w:rPr>
                          <w:rFonts w:ascii="Consolas" w:eastAsiaTheme="minorHAnsi" w:hAnsi="Consolas" w:cs="Consolas"/>
                          <w:color w:val="000000"/>
                          <w:szCs w:val="20"/>
                          <w:lang w:eastAsia="en-US"/>
                        </w:rPr>
                        <w:t>An alle anderen Clients</w:t>
                      </w:r>
                    </w:p>
                    <w:p w14:paraId="37DC9544" w14:textId="5E7E8E0A" w:rsidR="007773A1" w:rsidRPr="00A96088" w:rsidRDefault="007773A1" w:rsidP="00D15731">
                      <w:pPr>
                        <w:tabs>
                          <w:tab w:val="left" w:pos="426"/>
                          <w:tab w:val="left" w:pos="851"/>
                          <w:tab w:val="left" w:pos="1276"/>
                          <w:tab w:val="left" w:pos="1701"/>
                          <w:tab w:val="left" w:pos="2127"/>
                          <w:tab w:val="left" w:pos="2552"/>
                        </w:tabs>
                        <w:autoSpaceDE w:val="0"/>
                        <w:autoSpaceDN w:val="0"/>
                        <w:adjustRightInd w:val="0"/>
                        <w:spacing w:after="0" w:line="240" w:lineRule="auto"/>
                        <w:rPr>
                          <w:rFonts w:ascii="Consolas" w:eastAsiaTheme="minorHAnsi" w:hAnsi="Consolas" w:cs="Consolas"/>
                          <w:color w:val="000000"/>
                          <w:szCs w:val="20"/>
                          <w:lang w:eastAsia="en-US"/>
                        </w:rPr>
                      </w:pPr>
                      <w:r>
                        <w:rPr>
                          <w:rFonts w:ascii="Consolas" w:eastAsiaTheme="minorHAnsi" w:hAnsi="Consolas" w:cs="Consolas"/>
                          <w:color w:val="000000"/>
                          <w:szCs w:val="20"/>
                          <w:lang w:eastAsia="en-US"/>
                        </w:rPr>
                        <w:tab/>
                      </w:r>
                      <w:r>
                        <w:rPr>
                          <w:rFonts w:ascii="Consolas" w:eastAsiaTheme="minorHAnsi" w:hAnsi="Consolas" w:cs="Consolas"/>
                          <w:color w:val="000000"/>
                          <w:szCs w:val="20"/>
                          <w:lang w:eastAsia="en-US"/>
                        </w:rPr>
                        <w:tab/>
                      </w:r>
                      <w:r>
                        <w:rPr>
                          <w:rFonts w:ascii="Consolas" w:eastAsiaTheme="minorHAnsi" w:hAnsi="Consolas" w:cs="Consolas"/>
                          <w:color w:val="000000"/>
                          <w:szCs w:val="20"/>
                          <w:lang w:eastAsia="en-US"/>
                        </w:rPr>
                        <w:tab/>
                      </w:r>
                      <w:r w:rsidR="00816865" w:rsidRPr="00A96088">
                        <w:rPr>
                          <w:rFonts w:ascii="Consolas" w:eastAsiaTheme="minorHAnsi" w:hAnsi="Consolas" w:cs="Consolas"/>
                          <w:color w:val="000000"/>
                          <w:szCs w:val="20"/>
                          <w:lang w:eastAsia="en-US"/>
                        </w:rPr>
                        <w:t>Abmeldung des Clients verschicken</w:t>
                      </w:r>
                    </w:p>
                    <w:p w14:paraId="4834F9F9" w14:textId="77777777" w:rsidR="00BB7E8B" w:rsidRDefault="00BB7E8B" w:rsidP="00BB7E8B">
                      <w:pPr>
                        <w:tabs>
                          <w:tab w:val="left" w:pos="426"/>
                          <w:tab w:val="left" w:pos="851"/>
                          <w:tab w:val="left" w:pos="1276"/>
                          <w:tab w:val="left" w:pos="1701"/>
                          <w:tab w:val="left" w:pos="2127"/>
                          <w:tab w:val="left" w:pos="2552"/>
                        </w:tabs>
                        <w:autoSpaceDE w:val="0"/>
                        <w:autoSpaceDN w:val="0"/>
                        <w:adjustRightInd w:val="0"/>
                        <w:spacing w:after="0" w:line="240" w:lineRule="auto"/>
                        <w:rPr>
                          <w:rFonts w:ascii="Consolas" w:eastAsiaTheme="minorHAnsi" w:hAnsi="Consolas" w:cs="Consolas"/>
                          <w:color w:val="000000"/>
                          <w:szCs w:val="20"/>
                          <w:lang w:eastAsia="en-US"/>
                        </w:rPr>
                      </w:pPr>
                      <w:r>
                        <w:rPr>
                          <w:rFonts w:ascii="Consolas" w:eastAsiaTheme="minorHAnsi" w:hAnsi="Consolas" w:cs="Consolas"/>
                          <w:color w:val="000000"/>
                          <w:szCs w:val="20"/>
                          <w:lang w:eastAsia="en-US"/>
                        </w:rPr>
                        <w:tab/>
                        <w:t xml:space="preserve">// Synchronisierung des Zugriffs auf die anderen </w:t>
                      </w:r>
                      <w:proofErr w:type="spellStart"/>
                      <w:r>
                        <w:rPr>
                          <w:rFonts w:ascii="Consolas" w:eastAsiaTheme="minorHAnsi" w:hAnsi="Consolas" w:cs="Consolas"/>
                          <w:color w:val="000000"/>
                          <w:szCs w:val="20"/>
                          <w:lang w:eastAsia="en-US"/>
                        </w:rPr>
                        <w:t>ClientHandler</w:t>
                      </w:r>
                      <w:proofErr w:type="spellEnd"/>
                    </w:p>
                    <w:p w14:paraId="44279317" w14:textId="3961945C" w:rsidR="00816865" w:rsidRDefault="00BB7E8B" w:rsidP="00D15731">
                      <w:pPr>
                        <w:tabs>
                          <w:tab w:val="left" w:pos="426"/>
                          <w:tab w:val="left" w:pos="851"/>
                          <w:tab w:val="left" w:pos="1276"/>
                          <w:tab w:val="left" w:pos="1701"/>
                          <w:tab w:val="left" w:pos="2127"/>
                          <w:tab w:val="left" w:pos="2552"/>
                        </w:tabs>
                        <w:autoSpaceDE w:val="0"/>
                        <w:autoSpaceDN w:val="0"/>
                        <w:adjustRightInd w:val="0"/>
                        <w:spacing w:after="0" w:line="240" w:lineRule="auto"/>
                        <w:rPr>
                          <w:rFonts w:ascii="Consolas" w:eastAsiaTheme="minorHAnsi" w:hAnsi="Consolas" w:cs="Consolas"/>
                          <w:color w:val="000000"/>
                          <w:szCs w:val="20"/>
                          <w:lang w:eastAsia="en-US"/>
                        </w:rPr>
                      </w:pPr>
                      <w:r>
                        <w:rPr>
                          <w:rFonts w:ascii="Consolas" w:eastAsiaTheme="minorHAnsi" w:hAnsi="Consolas" w:cs="Consolas"/>
                          <w:color w:val="000000"/>
                          <w:szCs w:val="20"/>
                          <w:lang w:eastAsia="en-US"/>
                        </w:rPr>
                        <w:tab/>
                      </w:r>
                      <w:r>
                        <w:rPr>
                          <w:rFonts w:ascii="Consolas" w:eastAsiaTheme="minorHAnsi" w:hAnsi="Consolas" w:cs="Consolas"/>
                          <w:color w:val="000000"/>
                          <w:szCs w:val="20"/>
                          <w:lang w:eastAsia="en-US"/>
                        </w:rPr>
                        <w:tab/>
                        <w:t>Den eigenen Client aus der Liste löschen</w:t>
                      </w:r>
                    </w:p>
                    <w:p w14:paraId="426C4925" w14:textId="00515D92" w:rsidR="00BB7E8B" w:rsidRDefault="00BB7E8B" w:rsidP="00D15731">
                      <w:pPr>
                        <w:tabs>
                          <w:tab w:val="left" w:pos="426"/>
                          <w:tab w:val="left" w:pos="851"/>
                          <w:tab w:val="left" w:pos="1276"/>
                          <w:tab w:val="left" w:pos="1701"/>
                          <w:tab w:val="left" w:pos="2127"/>
                          <w:tab w:val="left" w:pos="2552"/>
                        </w:tabs>
                        <w:autoSpaceDE w:val="0"/>
                        <w:autoSpaceDN w:val="0"/>
                        <w:adjustRightInd w:val="0"/>
                        <w:spacing w:after="0" w:line="240" w:lineRule="auto"/>
                        <w:rPr>
                          <w:rFonts w:ascii="Consolas" w:eastAsiaTheme="minorHAnsi" w:hAnsi="Consolas" w:cs="Consolas"/>
                          <w:color w:val="000000"/>
                          <w:szCs w:val="20"/>
                          <w:lang w:eastAsia="en-US"/>
                        </w:rPr>
                      </w:pPr>
                    </w:p>
                    <w:p w14:paraId="4C7F5738" w14:textId="4F65B714" w:rsidR="00BB7E8B" w:rsidRDefault="00BB7E8B" w:rsidP="00D15731">
                      <w:pPr>
                        <w:tabs>
                          <w:tab w:val="left" w:pos="426"/>
                          <w:tab w:val="left" w:pos="851"/>
                          <w:tab w:val="left" w:pos="1276"/>
                          <w:tab w:val="left" w:pos="1701"/>
                          <w:tab w:val="left" w:pos="2127"/>
                          <w:tab w:val="left" w:pos="2552"/>
                        </w:tabs>
                        <w:autoSpaceDE w:val="0"/>
                        <w:autoSpaceDN w:val="0"/>
                        <w:adjustRightInd w:val="0"/>
                        <w:spacing w:after="0" w:line="240" w:lineRule="auto"/>
                        <w:rPr>
                          <w:rFonts w:ascii="Consolas" w:eastAsiaTheme="minorHAnsi" w:hAnsi="Consolas" w:cs="Consolas"/>
                          <w:color w:val="000000"/>
                          <w:szCs w:val="20"/>
                          <w:lang w:eastAsia="en-US"/>
                        </w:rPr>
                      </w:pPr>
                      <w:r>
                        <w:rPr>
                          <w:rFonts w:ascii="Consolas" w:eastAsiaTheme="minorHAnsi" w:hAnsi="Consolas" w:cs="Consolas"/>
                          <w:color w:val="000000"/>
                          <w:szCs w:val="20"/>
                          <w:lang w:eastAsia="en-US"/>
                        </w:rPr>
                        <w:tab/>
                      </w:r>
                      <w:proofErr w:type="spellStart"/>
                      <w:r>
                        <w:rPr>
                          <w:rFonts w:ascii="Consolas" w:eastAsiaTheme="minorHAnsi" w:hAnsi="Consolas" w:cs="Consolas"/>
                          <w:color w:val="000000"/>
                          <w:szCs w:val="20"/>
                          <w:lang w:eastAsia="en-US"/>
                        </w:rPr>
                        <w:t>inputStream</w:t>
                      </w:r>
                      <w:proofErr w:type="spellEnd"/>
                      <w:r>
                        <w:rPr>
                          <w:rFonts w:ascii="Consolas" w:eastAsiaTheme="minorHAnsi" w:hAnsi="Consolas" w:cs="Consolas"/>
                          <w:color w:val="000000"/>
                          <w:szCs w:val="20"/>
                          <w:lang w:eastAsia="en-US"/>
                        </w:rPr>
                        <w:t xml:space="preserve">, </w:t>
                      </w:r>
                      <w:proofErr w:type="spellStart"/>
                      <w:r>
                        <w:rPr>
                          <w:rFonts w:ascii="Consolas" w:eastAsiaTheme="minorHAnsi" w:hAnsi="Consolas" w:cs="Consolas"/>
                          <w:color w:val="000000"/>
                          <w:szCs w:val="20"/>
                          <w:lang w:eastAsia="en-US"/>
                        </w:rPr>
                        <w:t>outputStream</w:t>
                      </w:r>
                      <w:proofErr w:type="spellEnd"/>
                      <w:r>
                        <w:rPr>
                          <w:rFonts w:ascii="Consolas" w:eastAsiaTheme="minorHAnsi" w:hAnsi="Consolas" w:cs="Consolas"/>
                          <w:color w:val="000000"/>
                          <w:szCs w:val="20"/>
                          <w:lang w:eastAsia="en-US"/>
                        </w:rPr>
                        <w:t xml:space="preserve"> und Socket schließen</w:t>
                      </w:r>
                    </w:p>
                    <w:p w14:paraId="15A64242" w14:textId="67E6446B" w:rsidR="00CE3F6E" w:rsidRPr="006C1EB2" w:rsidRDefault="00CE3F6E" w:rsidP="00D15731">
                      <w:pPr>
                        <w:tabs>
                          <w:tab w:val="left" w:pos="426"/>
                          <w:tab w:val="left" w:pos="851"/>
                          <w:tab w:val="left" w:pos="1276"/>
                          <w:tab w:val="left" w:pos="1701"/>
                          <w:tab w:val="left" w:pos="2127"/>
                          <w:tab w:val="left" w:pos="2552"/>
                        </w:tabs>
                      </w:pPr>
                    </w:p>
                  </w:txbxContent>
                </v:textbox>
                <w10:anchorlock/>
              </v:shape>
            </w:pict>
          </mc:Fallback>
        </mc:AlternateContent>
      </w:r>
    </w:p>
    <w:p w14:paraId="25E7AC78" w14:textId="797F797C" w:rsidR="00E009E2" w:rsidRDefault="00D24B27" w:rsidP="00757CF4">
      <w:pPr>
        <w:rPr>
          <w:rFonts w:eastAsiaTheme="minorHAnsi"/>
          <w:lang w:eastAsia="en-US"/>
        </w:rPr>
      </w:pPr>
      <w:r>
        <w:rPr>
          <w:rFonts w:eastAsiaTheme="minorHAnsi"/>
          <w:noProof/>
        </w:rPr>
        <w:drawing>
          <wp:anchor distT="0" distB="0" distL="114300" distR="114300" simplePos="0" relativeHeight="251665408" behindDoc="0" locked="0" layoutInCell="1" allowOverlap="1" wp14:anchorId="3A527008" wp14:editId="464C49FB">
            <wp:simplePos x="0" y="0"/>
            <wp:positionH relativeFrom="column">
              <wp:posOffset>149225</wp:posOffset>
            </wp:positionH>
            <wp:positionV relativeFrom="paragraph">
              <wp:posOffset>838200</wp:posOffset>
            </wp:positionV>
            <wp:extent cx="5509260" cy="4011295"/>
            <wp:effectExtent l="0" t="0" r="0" b="825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09260" cy="4011295"/>
                    </a:xfrm>
                    <a:prstGeom prst="rect">
                      <a:avLst/>
                    </a:prstGeom>
                    <a:noFill/>
                  </pic:spPr>
                </pic:pic>
              </a:graphicData>
            </a:graphic>
            <wp14:sizeRelH relativeFrom="margin">
              <wp14:pctWidth>0</wp14:pctWidth>
            </wp14:sizeRelH>
            <wp14:sizeRelV relativeFrom="margin">
              <wp14:pctHeight>0</wp14:pctHeight>
            </wp14:sizeRelV>
          </wp:anchor>
        </w:drawing>
      </w:r>
      <w:r w:rsidR="003D1E3F">
        <w:rPr>
          <w:rFonts w:eastAsiaTheme="minorHAnsi"/>
          <w:lang w:eastAsia="en-US"/>
        </w:rPr>
        <w:t>Wie man der Ablaufbeschreibung entnehmen kann, sind die Zugriffe auf die gemeinsame Liste (im Ursprung Arrays, aber auch als Liste möglich) jeweils zu synchronisieren, da ja jederzeit möglich ist, dass gerade ein anderer Client über seinen ClientConnector eine Nachricht verschickt.</w:t>
      </w:r>
    </w:p>
    <w:p w14:paraId="51134ACB" w14:textId="1A847644" w:rsidR="00CB2D49" w:rsidRDefault="00E009E2" w:rsidP="00757CF4">
      <w:pPr>
        <w:rPr>
          <w:rFonts w:eastAsiaTheme="minorHAnsi"/>
          <w:lang w:eastAsia="en-US"/>
        </w:rPr>
      </w:pPr>
      <w:r>
        <w:rPr>
          <w:rFonts w:eastAsiaTheme="minorHAnsi"/>
          <w:lang w:eastAsia="en-US"/>
        </w:rPr>
        <w:t>Das Bild zeigt drei gestartete Clients und den Server. Jeder Client kennt die anderen und kann über die Checkboxen bestimmen, wer eine Nachricht erhalten soll.</w:t>
      </w:r>
    </w:p>
    <w:sectPr w:rsidR="00CB2D49" w:rsidSect="00425DE1">
      <w:headerReference w:type="default" r:id="rId13"/>
      <w:footerReference w:type="default" r:id="rId14"/>
      <w:pgSz w:w="11906" w:h="16838" w:code="9"/>
      <w:pgMar w:top="1134" w:right="1247" w:bottom="1021" w:left="136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2B0982" w14:textId="77777777" w:rsidR="00064F3A" w:rsidRDefault="00064F3A" w:rsidP="009E6718">
      <w:r>
        <w:separator/>
      </w:r>
    </w:p>
  </w:endnote>
  <w:endnote w:type="continuationSeparator" w:id="0">
    <w:p w14:paraId="78F55A31" w14:textId="77777777" w:rsidR="00064F3A" w:rsidRDefault="00064F3A" w:rsidP="009E6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tserrat">
    <w:altName w:val="Courier New"/>
    <w:panose1 w:val="00000000000000000000"/>
    <w:charset w:val="00"/>
    <w:family w:val="modern"/>
    <w:notTrueType/>
    <w:pitch w:val="variable"/>
    <w:sig w:usb0="00000001" w:usb1="00000003" w:usb2="00000000" w:usb3="00000000" w:csb0="00000197"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42EF2" w14:textId="0E88FD84" w:rsidR="00900544" w:rsidRPr="00A23F6B" w:rsidRDefault="00900544" w:rsidP="00A23F6B">
    <w:pPr>
      <w:pStyle w:val="Fuzeile"/>
      <w:jc w:val="right"/>
      <w:rPr>
        <w:rFonts w:ascii="Arial" w:hAnsi="Arial" w:cs="Arial"/>
        <w:b/>
      </w:rPr>
    </w:pPr>
    <w:r w:rsidRPr="00900544">
      <w:rPr>
        <w:rFonts w:ascii="Arial" w:hAnsi="Arial" w:cs="Arial"/>
        <w:b/>
      </w:rPr>
      <w:t xml:space="preserve">Seite </w:t>
    </w:r>
    <w:r w:rsidR="001467C2" w:rsidRPr="00900544">
      <w:rPr>
        <w:rFonts w:ascii="Arial" w:hAnsi="Arial" w:cs="Arial"/>
        <w:b/>
      </w:rPr>
      <w:fldChar w:fldCharType="begin"/>
    </w:r>
    <w:r w:rsidRPr="00900544">
      <w:rPr>
        <w:rFonts w:ascii="Arial" w:hAnsi="Arial" w:cs="Arial"/>
        <w:b/>
      </w:rPr>
      <w:instrText xml:space="preserve"> PAGE  \* Arabic  \* MERGEFORMAT </w:instrText>
    </w:r>
    <w:r w:rsidR="001467C2" w:rsidRPr="00900544">
      <w:rPr>
        <w:rFonts w:ascii="Arial" w:hAnsi="Arial" w:cs="Arial"/>
        <w:b/>
      </w:rPr>
      <w:fldChar w:fldCharType="separate"/>
    </w:r>
    <w:r w:rsidR="00F05153">
      <w:rPr>
        <w:rFonts w:ascii="Arial" w:hAnsi="Arial" w:cs="Arial"/>
        <w:b/>
        <w:noProof/>
      </w:rPr>
      <w:t>2</w:t>
    </w:r>
    <w:r w:rsidR="001467C2" w:rsidRPr="00900544">
      <w:rPr>
        <w:rFonts w:ascii="Arial" w:hAnsi="Arial" w:cs="Arial"/>
        <w:b/>
      </w:rPr>
      <w:fldChar w:fldCharType="end"/>
    </w:r>
    <w:r w:rsidRPr="00900544">
      <w:rPr>
        <w:rFonts w:ascii="Arial" w:hAnsi="Arial" w:cs="Arial"/>
        <w:b/>
      </w:rPr>
      <w:t xml:space="preserve"> von </w:t>
    </w:r>
    <w:fldSimple w:instr=" NUMPAGES   \* MERGEFORMAT ">
      <w:r w:rsidR="00F05153" w:rsidRPr="00F05153">
        <w:rPr>
          <w:rFonts w:ascii="Arial" w:hAnsi="Arial" w:cs="Arial"/>
          <w:b/>
          <w:noProof/>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F3E14F" w14:textId="77777777" w:rsidR="00064F3A" w:rsidRDefault="00064F3A" w:rsidP="009E6718">
      <w:r>
        <w:separator/>
      </w:r>
    </w:p>
  </w:footnote>
  <w:footnote w:type="continuationSeparator" w:id="0">
    <w:p w14:paraId="4264B236" w14:textId="77777777" w:rsidR="00064F3A" w:rsidRDefault="00064F3A" w:rsidP="009E6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B4A80" w14:textId="68BF1336" w:rsidR="00555AEF" w:rsidRDefault="004F2624" w:rsidP="00555AEF">
    <w:pPr>
      <w:pStyle w:val="berschrift3"/>
      <w:spacing w:before="60" w:after="60"/>
      <w:jc w:val="center"/>
    </w:pPr>
    <w:r>
      <w:rPr>
        <w:rFonts w:ascii="Times New Roman" w:hAnsi="Times New Roman" w:cs="Times New Roman"/>
        <w:noProof/>
        <w:sz w:val="24"/>
      </w:rPr>
      <w:drawing>
        <wp:anchor distT="0" distB="0" distL="114300" distR="114300" simplePos="0" relativeHeight="251658240" behindDoc="0" locked="0" layoutInCell="1" allowOverlap="1" wp14:anchorId="40B09651" wp14:editId="0D38B762">
          <wp:simplePos x="0" y="0"/>
          <wp:positionH relativeFrom="column">
            <wp:posOffset>-236220</wp:posOffset>
          </wp:positionH>
          <wp:positionV relativeFrom="paragraph">
            <wp:posOffset>-38735</wp:posOffset>
          </wp:positionV>
          <wp:extent cx="480060" cy="480060"/>
          <wp:effectExtent l="0" t="0" r="0" b="0"/>
          <wp:wrapNone/>
          <wp:docPr id="1" name="Grafik 1" descr="ZS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SL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0060" cy="480060"/>
                  </a:xfrm>
                  <a:prstGeom prst="rect">
                    <a:avLst/>
                  </a:prstGeom>
                  <a:noFill/>
                </pic:spPr>
              </pic:pic>
            </a:graphicData>
          </a:graphic>
          <wp14:sizeRelH relativeFrom="page">
            <wp14:pctWidth>0</wp14:pctWidth>
          </wp14:sizeRelH>
          <wp14:sizeRelV relativeFrom="page">
            <wp14:pctHeight>0</wp14:pctHeight>
          </wp14:sizeRelV>
        </wp:anchor>
      </w:drawing>
    </w:r>
    <w:r w:rsidR="00281CF0" w:rsidRPr="00281CF0">
      <w:t xml:space="preserve"> </w:t>
    </w:r>
    <w:r w:rsidR="00281CF0">
      <w:t>Threads</w:t>
    </w:r>
  </w:p>
  <w:p w14:paraId="5005D56F" w14:textId="60108A92" w:rsidR="00555AEF" w:rsidRDefault="00555AEF" w:rsidP="00555AEF">
    <w:pPr>
      <w:pStyle w:val="Kopfzeile"/>
      <w:spacing w:after="0" w:line="240" w:lineRule="auto"/>
      <w:jc w:val="center"/>
    </w:pPr>
    <w:r>
      <w:t>Aufgabenblatt</w:t>
    </w:r>
    <w:r>
      <w:rPr>
        <w:noProof/>
      </w:rPr>
      <w:t xml:space="preserve"> </w:t>
    </w:r>
    <w:r w:rsidR="00F1705F">
      <w:rPr>
        <w:noProof/>
      </w:rPr>
      <w:t>4</w:t>
    </w:r>
  </w:p>
  <w:p w14:paraId="64DB039B" w14:textId="28A8DFFE" w:rsidR="009E6718" w:rsidRDefault="009E6718" w:rsidP="00AC265F">
    <w:pPr>
      <w:pStyle w:val="Kopfzeile"/>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71994"/>
    <w:multiLevelType w:val="hybridMultilevel"/>
    <w:tmpl w:val="FDE60D9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E2A05F1"/>
    <w:multiLevelType w:val="hybridMultilevel"/>
    <w:tmpl w:val="58182D0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E4A626C"/>
    <w:multiLevelType w:val="hybridMultilevel"/>
    <w:tmpl w:val="F2D8F2A4"/>
    <w:lvl w:ilvl="0" w:tplc="7E12DC3C">
      <w:start w:val="1"/>
      <w:numFmt w:val="decimal"/>
      <w:lvlText w:val="%1."/>
      <w:lvlJc w:val="left"/>
      <w:pPr>
        <w:ind w:left="720" w:hanging="360"/>
      </w:pPr>
      <w:rPr>
        <w:rFonts w:ascii="ArialMT" w:hAnsi="ArialMT" w:cs="ArialMT" w:hint="default"/>
        <w:i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B6A5684"/>
    <w:multiLevelType w:val="hybridMultilevel"/>
    <w:tmpl w:val="898E9E1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AD55BE0"/>
    <w:multiLevelType w:val="hybridMultilevel"/>
    <w:tmpl w:val="DFB82BC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2024014"/>
    <w:multiLevelType w:val="hybridMultilevel"/>
    <w:tmpl w:val="BB68120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70F73E5"/>
    <w:multiLevelType w:val="hybridMultilevel"/>
    <w:tmpl w:val="E07216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9466BF1"/>
    <w:multiLevelType w:val="hybridMultilevel"/>
    <w:tmpl w:val="BB10C6C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B2E02E5"/>
    <w:multiLevelType w:val="hybridMultilevel"/>
    <w:tmpl w:val="51F803A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DD1205E"/>
    <w:multiLevelType w:val="hybridMultilevel"/>
    <w:tmpl w:val="D5EC438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60450BD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063444"/>
    <w:multiLevelType w:val="hybridMultilevel"/>
    <w:tmpl w:val="A6465290"/>
    <w:lvl w:ilvl="0" w:tplc="7E12DC3C">
      <w:start w:val="1"/>
      <w:numFmt w:val="decimal"/>
      <w:lvlText w:val="%1."/>
      <w:lvlJc w:val="left"/>
      <w:pPr>
        <w:ind w:left="720" w:hanging="360"/>
      </w:pPr>
      <w:rPr>
        <w:rFonts w:ascii="ArialMT" w:hAnsi="ArialMT" w:cs="ArialMT"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9A93DE4"/>
    <w:multiLevelType w:val="hybridMultilevel"/>
    <w:tmpl w:val="2A402A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65449A2"/>
    <w:multiLevelType w:val="hybridMultilevel"/>
    <w:tmpl w:val="17EC03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91F6D98"/>
    <w:multiLevelType w:val="hybridMultilevel"/>
    <w:tmpl w:val="8092EC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9"/>
  </w:num>
  <w:num w:numId="4">
    <w:abstractNumId w:val="11"/>
  </w:num>
  <w:num w:numId="5">
    <w:abstractNumId w:val="2"/>
  </w:num>
  <w:num w:numId="6">
    <w:abstractNumId w:val="13"/>
  </w:num>
  <w:num w:numId="7">
    <w:abstractNumId w:val="3"/>
  </w:num>
  <w:num w:numId="8">
    <w:abstractNumId w:val="8"/>
  </w:num>
  <w:num w:numId="9">
    <w:abstractNumId w:val="10"/>
  </w:num>
  <w:num w:numId="10">
    <w:abstractNumId w:val="7"/>
  </w:num>
  <w:num w:numId="11">
    <w:abstractNumId w:val="14"/>
  </w:num>
  <w:num w:numId="12">
    <w:abstractNumId w:val="12"/>
  </w:num>
  <w:num w:numId="13">
    <w:abstractNumId w:val="5"/>
  </w:num>
  <w:num w:numId="14">
    <w:abstractNumId w:val="0"/>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618E"/>
    <w:rsid w:val="00000338"/>
    <w:rsid w:val="0000181E"/>
    <w:rsid w:val="00002EBA"/>
    <w:rsid w:val="00006AB9"/>
    <w:rsid w:val="000148D5"/>
    <w:rsid w:val="00017954"/>
    <w:rsid w:val="00024DED"/>
    <w:rsid w:val="00030042"/>
    <w:rsid w:val="00031E9E"/>
    <w:rsid w:val="00034892"/>
    <w:rsid w:val="00036044"/>
    <w:rsid w:val="000509B0"/>
    <w:rsid w:val="00054FEE"/>
    <w:rsid w:val="00056142"/>
    <w:rsid w:val="00056ADF"/>
    <w:rsid w:val="00057DB9"/>
    <w:rsid w:val="000625F2"/>
    <w:rsid w:val="000629A6"/>
    <w:rsid w:val="00063514"/>
    <w:rsid w:val="00064F3A"/>
    <w:rsid w:val="0006786B"/>
    <w:rsid w:val="00067B1F"/>
    <w:rsid w:val="00071AF7"/>
    <w:rsid w:val="0007367E"/>
    <w:rsid w:val="000770B3"/>
    <w:rsid w:val="000826C2"/>
    <w:rsid w:val="000840B0"/>
    <w:rsid w:val="00087173"/>
    <w:rsid w:val="00087367"/>
    <w:rsid w:val="00090CCF"/>
    <w:rsid w:val="000930B9"/>
    <w:rsid w:val="00093A85"/>
    <w:rsid w:val="00094574"/>
    <w:rsid w:val="000954E9"/>
    <w:rsid w:val="000A2562"/>
    <w:rsid w:val="000A4725"/>
    <w:rsid w:val="000A6594"/>
    <w:rsid w:val="000A7030"/>
    <w:rsid w:val="000B0DCC"/>
    <w:rsid w:val="000B73BB"/>
    <w:rsid w:val="000C5AFC"/>
    <w:rsid w:val="000C690E"/>
    <w:rsid w:val="000D253C"/>
    <w:rsid w:val="000D34F0"/>
    <w:rsid w:val="000D5295"/>
    <w:rsid w:val="000D602C"/>
    <w:rsid w:val="000E17CA"/>
    <w:rsid w:val="000E5282"/>
    <w:rsid w:val="000E550F"/>
    <w:rsid w:val="000E7B1B"/>
    <w:rsid w:val="000F132F"/>
    <w:rsid w:val="000F25EA"/>
    <w:rsid w:val="000F7334"/>
    <w:rsid w:val="0010023C"/>
    <w:rsid w:val="00101DC2"/>
    <w:rsid w:val="001026F7"/>
    <w:rsid w:val="00102A7A"/>
    <w:rsid w:val="00103AE2"/>
    <w:rsid w:val="00104A35"/>
    <w:rsid w:val="00104AC2"/>
    <w:rsid w:val="00104DF5"/>
    <w:rsid w:val="00111F6A"/>
    <w:rsid w:val="00112BFB"/>
    <w:rsid w:val="00113BDE"/>
    <w:rsid w:val="00114743"/>
    <w:rsid w:val="0011505B"/>
    <w:rsid w:val="0011726D"/>
    <w:rsid w:val="0012171B"/>
    <w:rsid w:val="00123003"/>
    <w:rsid w:val="00123EE9"/>
    <w:rsid w:val="001258D3"/>
    <w:rsid w:val="0012603A"/>
    <w:rsid w:val="00127361"/>
    <w:rsid w:val="001321FB"/>
    <w:rsid w:val="001322F2"/>
    <w:rsid w:val="00137DDF"/>
    <w:rsid w:val="00141651"/>
    <w:rsid w:val="00141A34"/>
    <w:rsid w:val="001421A2"/>
    <w:rsid w:val="00142C16"/>
    <w:rsid w:val="00143D70"/>
    <w:rsid w:val="00145CF6"/>
    <w:rsid w:val="001467C2"/>
    <w:rsid w:val="0015137F"/>
    <w:rsid w:val="001529E7"/>
    <w:rsid w:val="00152A2D"/>
    <w:rsid w:val="00157B15"/>
    <w:rsid w:val="00157CB1"/>
    <w:rsid w:val="00160249"/>
    <w:rsid w:val="00160440"/>
    <w:rsid w:val="00163101"/>
    <w:rsid w:val="00165BC8"/>
    <w:rsid w:val="00166F3E"/>
    <w:rsid w:val="001675EA"/>
    <w:rsid w:val="001740EF"/>
    <w:rsid w:val="0017478C"/>
    <w:rsid w:val="00177170"/>
    <w:rsid w:val="00184DE1"/>
    <w:rsid w:val="0018557D"/>
    <w:rsid w:val="001876DC"/>
    <w:rsid w:val="00190C7B"/>
    <w:rsid w:val="0019127C"/>
    <w:rsid w:val="00191EBC"/>
    <w:rsid w:val="00194DF5"/>
    <w:rsid w:val="001958F2"/>
    <w:rsid w:val="00195C56"/>
    <w:rsid w:val="001963E9"/>
    <w:rsid w:val="001A2031"/>
    <w:rsid w:val="001A6577"/>
    <w:rsid w:val="001A7E02"/>
    <w:rsid w:val="001B0AA4"/>
    <w:rsid w:val="001B3EF8"/>
    <w:rsid w:val="001B5D78"/>
    <w:rsid w:val="001B62BA"/>
    <w:rsid w:val="001C357C"/>
    <w:rsid w:val="001C53FC"/>
    <w:rsid w:val="001D321E"/>
    <w:rsid w:val="001D4445"/>
    <w:rsid w:val="001D52D2"/>
    <w:rsid w:val="001D5C8D"/>
    <w:rsid w:val="001D731D"/>
    <w:rsid w:val="001E011A"/>
    <w:rsid w:val="001E1AC2"/>
    <w:rsid w:val="001E414D"/>
    <w:rsid w:val="001F090E"/>
    <w:rsid w:val="001F0CBD"/>
    <w:rsid w:val="001F5973"/>
    <w:rsid w:val="001F6F30"/>
    <w:rsid w:val="002014BF"/>
    <w:rsid w:val="00201C1E"/>
    <w:rsid w:val="00210A3A"/>
    <w:rsid w:val="00211549"/>
    <w:rsid w:val="00217C05"/>
    <w:rsid w:val="002219F9"/>
    <w:rsid w:val="00223D46"/>
    <w:rsid w:val="00224A05"/>
    <w:rsid w:val="0022732E"/>
    <w:rsid w:val="00230574"/>
    <w:rsid w:val="00235094"/>
    <w:rsid w:val="00237D1A"/>
    <w:rsid w:val="00241600"/>
    <w:rsid w:val="00241774"/>
    <w:rsid w:val="00243743"/>
    <w:rsid w:val="00243D62"/>
    <w:rsid w:val="00244F7F"/>
    <w:rsid w:val="00246DA7"/>
    <w:rsid w:val="00246EB4"/>
    <w:rsid w:val="002477A0"/>
    <w:rsid w:val="00253556"/>
    <w:rsid w:val="0025386F"/>
    <w:rsid w:val="00254647"/>
    <w:rsid w:val="00255535"/>
    <w:rsid w:val="00257403"/>
    <w:rsid w:val="002612EB"/>
    <w:rsid w:val="00263CF1"/>
    <w:rsid w:val="00266F6B"/>
    <w:rsid w:val="00266F8F"/>
    <w:rsid w:val="002671FD"/>
    <w:rsid w:val="00267ABC"/>
    <w:rsid w:val="002710AA"/>
    <w:rsid w:val="00271181"/>
    <w:rsid w:val="002777EC"/>
    <w:rsid w:val="00281CF0"/>
    <w:rsid w:val="002830B0"/>
    <w:rsid w:val="00284160"/>
    <w:rsid w:val="00286401"/>
    <w:rsid w:val="002917FA"/>
    <w:rsid w:val="0029659A"/>
    <w:rsid w:val="00297B71"/>
    <w:rsid w:val="002A23B6"/>
    <w:rsid w:val="002A396B"/>
    <w:rsid w:val="002A783C"/>
    <w:rsid w:val="002B0403"/>
    <w:rsid w:val="002B1124"/>
    <w:rsid w:val="002B30F0"/>
    <w:rsid w:val="002B48AA"/>
    <w:rsid w:val="002B4D28"/>
    <w:rsid w:val="002B51A6"/>
    <w:rsid w:val="002C1F7B"/>
    <w:rsid w:val="002C57C6"/>
    <w:rsid w:val="002C76B8"/>
    <w:rsid w:val="002C7FC8"/>
    <w:rsid w:val="002D2667"/>
    <w:rsid w:val="002E1C46"/>
    <w:rsid w:val="002E3310"/>
    <w:rsid w:val="002E3EA3"/>
    <w:rsid w:val="002E5680"/>
    <w:rsid w:val="002E6C2D"/>
    <w:rsid w:val="002E7897"/>
    <w:rsid w:val="002E7AC5"/>
    <w:rsid w:val="002F3BDA"/>
    <w:rsid w:val="002F6FA2"/>
    <w:rsid w:val="00300AB2"/>
    <w:rsid w:val="00303217"/>
    <w:rsid w:val="00304807"/>
    <w:rsid w:val="00305EBE"/>
    <w:rsid w:val="003060C6"/>
    <w:rsid w:val="0030792B"/>
    <w:rsid w:val="00307C72"/>
    <w:rsid w:val="00314F3E"/>
    <w:rsid w:val="00322B4C"/>
    <w:rsid w:val="00323CC0"/>
    <w:rsid w:val="00327652"/>
    <w:rsid w:val="00330816"/>
    <w:rsid w:val="00331436"/>
    <w:rsid w:val="0033173E"/>
    <w:rsid w:val="00331F0C"/>
    <w:rsid w:val="003362A7"/>
    <w:rsid w:val="00342A9C"/>
    <w:rsid w:val="003430D4"/>
    <w:rsid w:val="003446B5"/>
    <w:rsid w:val="00350FED"/>
    <w:rsid w:val="00352185"/>
    <w:rsid w:val="00355028"/>
    <w:rsid w:val="00355CD8"/>
    <w:rsid w:val="00365DC0"/>
    <w:rsid w:val="0036627D"/>
    <w:rsid w:val="00366583"/>
    <w:rsid w:val="0037066A"/>
    <w:rsid w:val="00372E6A"/>
    <w:rsid w:val="00373759"/>
    <w:rsid w:val="00374E36"/>
    <w:rsid w:val="0037593D"/>
    <w:rsid w:val="003765C2"/>
    <w:rsid w:val="0037685A"/>
    <w:rsid w:val="003812EE"/>
    <w:rsid w:val="00383359"/>
    <w:rsid w:val="0038482A"/>
    <w:rsid w:val="00385203"/>
    <w:rsid w:val="00386D57"/>
    <w:rsid w:val="00392EA4"/>
    <w:rsid w:val="00395D8A"/>
    <w:rsid w:val="00396BAF"/>
    <w:rsid w:val="003A174F"/>
    <w:rsid w:val="003A3848"/>
    <w:rsid w:val="003A52A0"/>
    <w:rsid w:val="003A6FD9"/>
    <w:rsid w:val="003B213C"/>
    <w:rsid w:val="003B4EEA"/>
    <w:rsid w:val="003B6D7F"/>
    <w:rsid w:val="003C7BB8"/>
    <w:rsid w:val="003C7F20"/>
    <w:rsid w:val="003D1E3F"/>
    <w:rsid w:val="003D3360"/>
    <w:rsid w:val="003D4183"/>
    <w:rsid w:val="003D4C29"/>
    <w:rsid w:val="003D5293"/>
    <w:rsid w:val="003D7AB8"/>
    <w:rsid w:val="003E0276"/>
    <w:rsid w:val="003E11ED"/>
    <w:rsid w:val="003E24B5"/>
    <w:rsid w:val="003E422B"/>
    <w:rsid w:val="003F1A36"/>
    <w:rsid w:val="003F2474"/>
    <w:rsid w:val="003F41D0"/>
    <w:rsid w:val="003F4B95"/>
    <w:rsid w:val="003F58FA"/>
    <w:rsid w:val="003F62FC"/>
    <w:rsid w:val="003F7AE5"/>
    <w:rsid w:val="00404C7E"/>
    <w:rsid w:val="00405F2F"/>
    <w:rsid w:val="00406775"/>
    <w:rsid w:val="004079B6"/>
    <w:rsid w:val="00412F85"/>
    <w:rsid w:val="00415632"/>
    <w:rsid w:val="0042125D"/>
    <w:rsid w:val="0042177F"/>
    <w:rsid w:val="004229FE"/>
    <w:rsid w:val="00422E44"/>
    <w:rsid w:val="00425DE1"/>
    <w:rsid w:val="00426ED7"/>
    <w:rsid w:val="004304A2"/>
    <w:rsid w:val="004322CE"/>
    <w:rsid w:val="004329C3"/>
    <w:rsid w:val="00436667"/>
    <w:rsid w:val="00436ACB"/>
    <w:rsid w:val="0044164E"/>
    <w:rsid w:val="0044338D"/>
    <w:rsid w:val="00453064"/>
    <w:rsid w:val="00460523"/>
    <w:rsid w:val="0046128F"/>
    <w:rsid w:val="00461AA4"/>
    <w:rsid w:val="004641DF"/>
    <w:rsid w:val="004647C3"/>
    <w:rsid w:val="004667D0"/>
    <w:rsid w:val="00475854"/>
    <w:rsid w:val="00477923"/>
    <w:rsid w:val="0048061E"/>
    <w:rsid w:val="0048232D"/>
    <w:rsid w:val="00482CE6"/>
    <w:rsid w:val="00484F99"/>
    <w:rsid w:val="00486738"/>
    <w:rsid w:val="00487DCA"/>
    <w:rsid w:val="0049026D"/>
    <w:rsid w:val="00491006"/>
    <w:rsid w:val="004932DD"/>
    <w:rsid w:val="00494B51"/>
    <w:rsid w:val="004964DE"/>
    <w:rsid w:val="00497406"/>
    <w:rsid w:val="004A241A"/>
    <w:rsid w:val="004A4137"/>
    <w:rsid w:val="004A57C9"/>
    <w:rsid w:val="004A7047"/>
    <w:rsid w:val="004B15B9"/>
    <w:rsid w:val="004B49CE"/>
    <w:rsid w:val="004B63D1"/>
    <w:rsid w:val="004B70BD"/>
    <w:rsid w:val="004C22BE"/>
    <w:rsid w:val="004C4152"/>
    <w:rsid w:val="004C7742"/>
    <w:rsid w:val="004D0F6E"/>
    <w:rsid w:val="004D415D"/>
    <w:rsid w:val="004D4C7F"/>
    <w:rsid w:val="004E3A8B"/>
    <w:rsid w:val="004E3C6C"/>
    <w:rsid w:val="004F08C6"/>
    <w:rsid w:val="004F13A9"/>
    <w:rsid w:val="004F2624"/>
    <w:rsid w:val="004F29F1"/>
    <w:rsid w:val="004F2B2E"/>
    <w:rsid w:val="004F43A5"/>
    <w:rsid w:val="004F6AFC"/>
    <w:rsid w:val="004F6D5B"/>
    <w:rsid w:val="004F7E96"/>
    <w:rsid w:val="00500444"/>
    <w:rsid w:val="005044E1"/>
    <w:rsid w:val="00505757"/>
    <w:rsid w:val="00507C27"/>
    <w:rsid w:val="00507E68"/>
    <w:rsid w:val="005121E3"/>
    <w:rsid w:val="00512703"/>
    <w:rsid w:val="0051568B"/>
    <w:rsid w:val="00516A96"/>
    <w:rsid w:val="0051784D"/>
    <w:rsid w:val="005250B1"/>
    <w:rsid w:val="00527586"/>
    <w:rsid w:val="005313B2"/>
    <w:rsid w:val="005332F1"/>
    <w:rsid w:val="00534D89"/>
    <w:rsid w:val="0053716C"/>
    <w:rsid w:val="0054298D"/>
    <w:rsid w:val="00543A23"/>
    <w:rsid w:val="005443AC"/>
    <w:rsid w:val="00555AEF"/>
    <w:rsid w:val="00557406"/>
    <w:rsid w:val="0056025C"/>
    <w:rsid w:val="00560397"/>
    <w:rsid w:val="00560DE8"/>
    <w:rsid w:val="00562701"/>
    <w:rsid w:val="00563118"/>
    <w:rsid w:val="00564672"/>
    <w:rsid w:val="005662B3"/>
    <w:rsid w:val="005673DA"/>
    <w:rsid w:val="00567786"/>
    <w:rsid w:val="00567C3F"/>
    <w:rsid w:val="00567CC4"/>
    <w:rsid w:val="005707F2"/>
    <w:rsid w:val="00570FC8"/>
    <w:rsid w:val="00571844"/>
    <w:rsid w:val="0057561A"/>
    <w:rsid w:val="005775D1"/>
    <w:rsid w:val="005778FE"/>
    <w:rsid w:val="00580BEA"/>
    <w:rsid w:val="00581CBC"/>
    <w:rsid w:val="00585CD7"/>
    <w:rsid w:val="0058774C"/>
    <w:rsid w:val="00597436"/>
    <w:rsid w:val="005A37A9"/>
    <w:rsid w:val="005A6FCB"/>
    <w:rsid w:val="005A7326"/>
    <w:rsid w:val="005B165E"/>
    <w:rsid w:val="005B2131"/>
    <w:rsid w:val="005B402F"/>
    <w:rsid w:val="005B4230"/>
    <w:rsid w:val="005C509F"/>
    <w:rsid w:val="005C5447"/>
    <w:rsid w:val="005C7156"/>
    <w:rsid w:val="005D0EB9"/>
    <w:rsid w:val="005D12FE"/>
    <w:rsid w:val="005D38B7"/>
    <w:rsid w:val="005D55E0"/>
    <w:rsid w:val="005D7BD2"/>
    <w:rsid w:val="005D7CC6"/>
    <w:rsid w:val="005E2599"/>
    <w:rsid w:val="005E369A"/>
    <w:rsid w:val="005E7F6A"/>
    <w:rsid w:val="005F142E"/>
    <w:rsid w:val="005F3B38"/>
    <w:rsid w:val="005F4245"/>
    <w:rsid w:val="005F5FB1"/>
    <w:rsid w:val="005F6F12"/>
    <w:rsid w:val="005F7102"/>
    <w:rsid w:val="005F7884"/>
    <w:rsid w:val="006010AA"/>
    <w:rsid w:val="006032FA"/>
    <w:rsid w:val="00603ABC"/>
    <w:rsid w:val="00604247"/>
    <w:rsid w:val="00604A11"/>
    <w:rsid w:val="00605977"/>
    <w:rsid w:val="0061312D"/>
    <w:rsid w:val="0061521D"/>
    <w:rsid w:val="006168C4"/>
    <w:rsid w:val="006170D1"/>
    <w:rsid w:val="006214BB"/>
    <w:rsid w:val="00621EA4"/>
    <w:rsid w:val="00624F9C"/>
    <w:rsid w:val="006269D2"/>
    <w:rsid w:val="00630656"/>
    <w:rsid w:val="006322E0"/>
    <w:rsid w:val="0063509E"/>
    <w:rsid w:val="0063577F"/>
    <w:rsid w:val="00635C29"/>
    <w:rsid w:val="00640792"/>
    <w:rsid w:val="0064086B"/>
    <w:rsid w:val="0064195E"/>
    <w:rsid w:val="00642353"/>
    <w:rsid w:val="00651AE9"/>
    <w:rsid w:val="00651B43"/>
    <w:rsid w:val="00653386"/>
    <w:rsid w:val="006536F3"/>
    <w:rsid w:val="0065511B"/>
    <w:rsid w:val="006575F6"/>
    <w:rsid w:val="00661C4D"/>
    <w:rsid w:val="00663A68"/>
    <w:rsid w:val="006705CE"/>
    <w:rsid w:val="00670E7E"/>
    <w:rsid w:val="00671DB1"/>
    <w:rsid w:val="00674FFF"/>
    <w:rsid w:val="00676B0F"/>
    <w:rsid w:val="006801DB"/>
    <w:rsid w:val="006813B7"/>
    <w:rsid w:val="00682D13"/>
    <w:rsid w:val="006840E8"/>
    <w:rsid w:val="006841BF"/>
    <w:rsid w:val="00685DAF"/>
    <w:rsid w:val="00687FBE"/>
    <w:rsid w:val="006909FB"/>
    <w:rsid w:val="00692172"/>
    <w:rsid w:val="00697287"/>
    <w:rsid w:val="006A160E"/>
    <w:rsid w:val="006A4944"/>
    <w:rsid w:val="006A5E1A"/>
    <w:rsid w:val="006A6A6F"/>
    <w:rsid w:val="006A7900"/>
    <w:rsid w:val="006B05A0"/>
    <w:rsid w:val="006B2616"/>
    <w:rsid w:val="006B3C18"/>
    <w:rsid w:val="006B54FB"/>
    <w:rsid w:val="006B7314"/>
    <w:rsid w:val="006C1EB2"/>
    <w:rsid w:val="006C352B"/>
    <w:rsid w:val="006D17FF"/>
    <w:rsid w:val="006D55A6"/>
    <w:rsid w:val="006D5631"/>
    <w:rsid w:val="006D56AB"/>
    <w:rsid w:val="006D7D47"/>
    <w:rsid w:val="006D7ECB"/>
    <w:rsid w:val="006E0890"/>
    <w:rsid w:val="006E1BA0"/>
    <w:rsid w:val="006E3A18"/>
    <w:rsid w:val="006E4B07"/>
    <w:rsid w:val="006E504E"/>
    <w:rsid w:val="006F18CB"/>
    <w:rsid w:val="006F676F"/>
    <w:rsid w:val="006F6CD8"/>
    <w:rsid w:val="007026E1"/>
    <w:rsid w:val="00703BDB"/>
    <w:rsid w:val="00704DA5"/>
    <w:rsid w:val="0070611F"/>
    <w:rsid w:val="0071240B"/>
    <w:rsid w:val="00713AFE"/>
    <w:rsid w:val="00713B36"/>
    <w:rsid w:val="00715060"/>
    <w:rsid w:val="0072166B"/>
    <w:rsid w:val="007274FA"/>
    <w:rsid w:val="00727963"/>
    <w:rsid w:val="00727D52"/>
    <w:rsid w:val="00730697"/>
    <w:rsid w:val="00730A4C"/>
    <w:rsid w:val="00731B22"/>
    <w:rsid w:val="00731CE2"/>
    <w:rsid w:val="00731F65"/>
    <w:rsid w:val="0073265F"/>
    <w:rsid w:val="00734160"/>
    <w:rsid w:val="00734251"/>
    <w:rsid w:val="007365D0"/>
    <w:rsid w:val="00744E04"/>
    <w:rsid w:val="007469FD"/>
    <w:rsid w:val="0074721A"/>
    <w:rsid w:val="00750B6D"/>
    <w:rsid w:val="00752EC2"/>
    <w:rsid w:val="00753007"/>
    <w:rsid w:val="007538D3"/>
    <w:rsid w:val="007539C0"/>
    <w:rsid w:val="00754405"/>
    <w:rsid w:val="00757CF4"/>
    <w:rsid w:val="00757D6E"/>
    <w:rsid w:val="00763A30"/>
    <w:rsid w:val="00766006"/>
    <w:rsid w:val="00767662"/>
    <w:rsid w:val="00770B33"/>
    <w:rsid w:val="00772E6B"/>
    <w:rsid w:val="00773836"/>
    <w:rsid w:val="00775AAD"/>
    <w:rsid w:val="00775E5C"/>
    <w:rsid w:val="007773A1"/>
    <w:rsid w:val="00783D26"/>
    <w:rsid w:val="00786C56"/>
    <w:rsid w:val="007920B4"/>
    <w:rsid w:val="007940CB"/>
    <w:rsid w:val="00795E11"/>
    <w:rsid w:val="007A0AC9"/>
    <w:rsid w:val="007A13B1"/>
    <w:rsid w:val="007A2FA7"/>
    <w:rsid w:val="007B1DC9"/>
    <w:rsid w:val="007B5D32"/>
    <w:rsid w:val="007C177C"/>
    <w:rsid w:val="007C203B"/>
    <w:rsid w:val="007C357D"/>
    <w:rsid w:val="007C5388"/>
    <w:rsid w:val="007D01B9"/>
    <w:rsid w:val="007D0A75"/>
    <w:rsid w:val="007D0EBF"/>
    <w:rsid w:val="007D22B2"/>
    <w:rsid w:val="007D556A"/>
    <w:rsid w:val="007D5DC4"/>
    <w:rsid w:val="007D752E"/>
    <w:rsid w:val="007E0988"/>
    <w:rsid w:val="007E0E48"/>
    <w:rsid w:val="007E0F58"/>
    <w:rsid w:val="007E1466"/>
    <w:rsid w:val="007E2678"/>
    <w:rsid w:val="007E777D"/>
    <w:rsid w:val="007F2856"/>
    <w:rsid w:val="007F55C5"/>
    <w:rsid w:val="007F5855"/>
    <w:rsid w:val="007F62AD"/>
    <w:rsid w:val="00800B8A"/>
    <w:rsid w:val="00802C9F"/>
    <w:rsid w:val="00803DD0"/>
    <w:rsid w:val="00804536"/>
    <w:rsid w:val="008051A2"/>
    <w:rsid w:val="008109DE"/>
    <w:rsid w:val="00810E82"/>
    <w:rsid w:val="008125EE"/>
    <w:rsid w:val="008144B2"/>
    <w:rsid w:val="00816865"/>
    <w:rsid w:val="00816E37"/>
    <w:rsid w:val="00830C5D"/>
    <w:rsid w:val="00832B15"/>
    <w:rsid w:val="00834FD5"/>
    <w:rsid w:val="0083525E"/>
    <w:rsid w:val="00835D64"/>
    <w:rsid w:val="0084017A"/>
    <w:rsid w:val="00841A32"/>
    <w:rsid w:val="00842667"/>
    <w:rsid w:val="00845648"/>
    <w:rsid w:val="00852FDE"/>
    <w:rsid w:val="00854C76"/>
    <w:rsid w:val="008675B2"/>
    <w:rsid w:val="00867975"/>
    <w:rsid w:val="00873C4E"/>
    <w:rsid w:val="00880AC2"/>
    <w:rsid w:val="00884421"/>
    <w:rsid w:val="008858A2"/>
    <w:rsid w:val="0088677F"/>
    <w:rsid w:val="0088737C"/>
    <w:rsid w:val="00887C57"/>
    <w:rsid w:val="0089225D"/>
    <w:rsid w:val="008934CC"/>
    <w:rsid w:val="00893545"/>
    <w:rsid w:val="00893992"/>
    <w:rsid w:val="0089496B"/>
    <w:rsid w:val="00897202"/>
    <w:rsid w:val="00897B7E"/>
    <w:rsid w:val="00897CCF"/>
    <w:rsid w:val="008A05BC"/>
    <w:rsid w:val="008A214D"/>
    <w:rsid w:val="008A30F4"/>
    <w:rsid w:val="008C14C4"/>
    <w:rsid w:val="008C2B4B"/>
    <w:rsid w:val="008C4574"/>
    <w:rsid w:val="008C4E52"/>
    <w:rsid w:val="008C6A8B"/>
    <w:rsid w:val="008C77A0"/>
    <w:rsid w:val="008C7F2A"/>
    <w:rsid w:val="008D40B6"/>
    <w:rsid w:val="008E14B7"/>
    <w:rsid w:val="008E4C79"/>
    <w:rsid w:val="008E7D27"/>
    <w:rsid w:val="008F0B77"/>
    <w:rsid w:val="008F11E9"/>
    <w:rsid w:val="008F28B6"/>
    <w:rsid w:val="008F2B0F"/>
    <w:rsid w:val="008F32C8"/>
    <w:rsid w:val="008F403B"/>
    <w:rsid w:val="008F4E73"/>
    <w:rsid w:val="00900544"/>
    <w:rsid w:val="0090081F"/>
    <w:rsid w:val="00901447"/>
    <w:rsid w:val="009018DA"/>
    <w:rsid w:val="0090349E"/>
    <w:rsid w:val="009042A4"/>
    <w:rsid w:val="00904536"/>
    <w:rsid w:val="00905EAA"/>
    <w:rsid w:val="00911A54"/>
    <w:rsid w:val="00912116"/>
    <w:rsid w:val="00920B92"/>
    <w:rsid w:val="00921FF0"/>
    <w:rsid w:val="009229E6"/>
    <w:rsid w:val="00932E50"/>
    <w:rsid w:val="009330F1"/>
    <w:rsid w:val="0094437F"/>
    <w:rsid w:val="00944DE2"/>
    <w:rsid w:val="009451F5"/>
    <w:rsid w:val="00946691"/>
    <w:rsid w:val="00952C3F"/>
    <w:rsid w:val="00953969"/>
    <w:rsid w:val="00954739"/>
    <w:rsid w:val="00955FEB"/>
    <w:rsid w:val="009560D1"/>
    <w:rsid w:val="0097333B"/>
    <w:rsid w:val="00975433"/>
    <w:rsid w:val="009819FE"/>
    <w:rsid w:val="00983219"/>
    <w:rsid w:val="00985E38"/>
    <w:rsid w:val="009954F0"/>
    <w:rsid w:val="009A08EE"/>
    <w:rsid w:val="009A19E7"/>
    <w:rsid w:val="009A2B77"/>
    <w:rsid w:val="009A3714"/>
    <w:rsid w:val="009A3BC6"/>
    <w:rsid w:val="009A480A"/>
    <w:rsid w:val="009B1CCE"/>
    <w:rsid w:val="009B2BD0"/>
    <w:rsid w:val="009C0D46"/>
    <w:rsid w:val="009C2940"/>
    <w:rsid w:val="009C3730"/>
    <w:rsid w:val="009D21D3"/>
    <w:rsid w:val="009D2430"/>
    <w:rsid w:val="009D651E"/>
    <w:rsid w:val="009E0DC7"/>
    <w:rsid w:val="009E1C66"/>
    <w:rsid w:val="009E2D7C"/>
    <w:rsid w:val="009E6718"/>
    <w:rsid w:val="009E6E0A"/>
    <w:rsid w:val="009F0E28"/>
    <w:rsid w:val="009F14B4"/>
    <w:rsid w:val="00A020AF"/>
    <w:rsid w:val="00A02E9F"/>
    <w:rsid w:val="00A03712"/>
    <w:rsid w:val="00A038CB"/>
    <w:rsid w:val="00A04792"/>
    <w:rsid w:val="00A05828"/>
    <w:rsid w:val="00A07262"/>
    <w:rsid w:val="00A11616"/>
    <w:rsid w:val="00A11F72"/>
    <w:rsid w:val="00A12511"/>
    <w:rsid w:val="00A13BB7"/>
    <w:rsid w:val="00A16196"/>
    <w:rsid w:val="00A16315"/>
    <w:rsid w:val="00A16BE8"/>
    <w:rsid w:val="00A20640"/>
    <w:rsid w:val="00A23C83"/>
    <w:rsid w:val="00A23F6B"/>
    <w:rsid w:val="00A253A5"/>
    <w:rsid w:val="00A25DBA"/>
    <w:rsid w:val="00A271F3"/>
    <w:rsid w:val="00A505FB"/>
    <w:rsid w:val="00A52999"/>
    <w:rsid w:val="00A52D30"/>
    <w:rsid w:val="00A570A3"/>
    <w:rsid w:val="00A714E2"/>
    <w:rsid w:val="00A725FF"/>
    <w:rsid w:val="00A75CC9"/>
    <w:rsid w:val="00A77E65"/>
    <w:rsid w:val="00A81135"/>
    <w:rsid w:val="00A8644E"/>
    <w:rsid w:val="00A913A5"/>
    <w:rsid w:val="00A921CE"/>
    <w:rsid w:val="00A922E5"/>
    <w:rsid w:val="00A93C75"/>
    <w:rsid w:val="00A94A01"/>
    <w:rsid w:val="00A94AB6"/>
    <w:rsid w:val="00A95326"/>
    <w:rsid w:val="00A96088"/>
    <w:rsid w:val="00AA1769"/>
    <w:rsid w:val="00AA2B7B"/>
    <w:rsid w:val="00AB0AB8"/>
    <w:rsid w:val="00AB19BE"/>
    <w:rsid w:val="00AB2160"/>
    <w:rsid w:val="00AB4BB2"/>
    <w:rsid w:val="00AB5131"/>
    <w:rsid w:val="00AC0164"/>
    <w:rsid w:val="00AC1FCA"/>
    <w:rsid w:val="00AC265F"/>
    <w:rsid w:val="00AC2B53"/>
    <w:rsid w:val="00AC3B19"/>
    <w:rsid w:val="00AC3B39"/>
    <w:rsid w:val="00AD176F"/>
    <w:rsid w:val="00AD3EE3"/>
    <w:rsid w:val="00AD4F08"/>
    <w:rsid w:val="00AD5DBB"/>
    <w:rsid w:val="00AE364A"/>
    <w:rsid w:val="00AE3926"/>
    <w:rsid w:val="00AE39A7"/>
    <w:rsid w:val="00AE4D3F"/>
    <w:rsid w:val="00AE5620"/>
    <w:rsid w:val="00AE74C5"/>
    <w:rsid w:val="00AF16A7"/>
    <w:rsid w:val="00AF3DB9"/>
    <w:rsid w:val="00AF4469"/>
    <w:rsid w:val="00AF4FCA"/>
    <w:rsid w:val="00AF56FC"/>
    <w:rsid w:val="00AF7475"/>
    <w:rsid w:val="00B0189A"/>
    <w:rsid w:val="00B01B05"/>
    <w:rsid w:val="00B036EC"/>
    <w:rsid w:val="00B0554A"/>
    <w:rsid w:val="00B15B10"/>
    <w:rsid w:val="00B15B4E"/>
    <w:rsid w:val="00B17EEC"/>
    <w:rsid w:val="00B240D6"/>
    <w:rsid w:val="00B27294"/>
    <w:rsid w:val="00B3614E"/>
    <w:rsid w:val="00B3618E"/>
    <w:rsid w:val="00B427B9"/>
    <w:rsid w:val="00B5010C"/>
    <w:rsid w:val="00B621EF"/>
    <w:rsid w:val="00B67A32"/>
    <w:rsid w:val="00B70A70"/>
    <w:rsid w:val="00B732E2"/>
    <w:rsid w:val="00B754FF"/>
    <w:rsid w:val="00B75F78"/>
    <w:rsid w:val="00B76C4B"/>
    <w:rsid w:val="00B77591"/>
    <w:rsid w:val="00B77995"/>
    <w:rsid w:val="00B8124A"/>
    <w:rsid w:val="00BA15CB"/>
    <w:rsid w:val="00BA1EE8"/>
    <w:rsid w:val="00BA6358"/>
    <w:rsid w:val="00BB0400"/>
    <w:rsid w:val="00BB05BF"/>
    <w:rsid w:val="00BB17B8"/>
    <w:rsid w:val="00BB379C"/>
    <w:rsid w:val="00BB56CD"/>
    <w:rsid w:val="00BB7E8B"/>
    <w:rsid w:val="00BC4061"/>
    <w:rsid w:val="00BC46D9"/>
    <w:rsid w:val="00BD0325"/>
    <w:rsid w:val="00BD20A3"/>
    <w:rsid w:val="00BD4307"/>
    <w:rsid w:val="00BD5BEC"/>
    <w:rsid w:val="00BD61BB"/>
    <w:rsid w:val="00BE3B2E"/>
    <w:rsid w:val="00BE7890"/>
    <w:rsid w:val="00BF0760"/>
    <w:rsid w:val="00BF53CB"/>
    <w:rsid w:val="00BF6C8E"/>
    <w:rsid w:val="00C02679"/>
    <w:rsid w:val="00C063D0"/>
    <w:rsid w:val="00C118E4"/>
    <w:rsid w:val="00C1679A"/>
    <w:rsid w:val="00C21875"/>
    <w:rsid w:val="00C24309"/>
    <w:rsid w:val="00C24447"/>
    <w:rsid w:val="00C32B82"/>
    <w:rsid w:val="00C3357B"/>
    <w:rsid w:val="00C41456"/>
    <w:rsid w:val="00C46513"/>
    <w:rsid w:val="00C51E1F"/>
    <w:rsid w:val="00C67341"/>
    <w:rsid w:val="00C67F56"/>
    <w:rsid w:val="00C72505"/>
    <w:rsid w:val="00C74BD8"/>
    <w:rsid w:val="00C76F3D"/>
    <w:rsid w:val="00C80A66"/>
    <w:rsid w:val="00C83175"/>
    <w:rsid w:val="00C839C7"/>
    <w:rsid w:val="00C84AC4"/>
    <w:rsid w:val="00C84B76"/>
    <w:rsid w:val="00C85C33"/>
    <w:rsid w:val="00C864EE"/>
    <w:rsid w:val="00C907F8"/>
    <w:rsid w:val="00C920DF"/>
    <w:rsid w:val="00C92DD3"/>
    <w:rsid w:val="00C930E1"/>
    <w:rsid w:val="00C976EA"/>
    <w:rsid w:val="00CA21CB"/>
    <w:rsid w:val="00CA2233"/>
    <w:rsid w:val="00CA265F"/>
    <w:rsid w:val="00CA5E79"/>
    <w:rsid w:val="00CA7B6A"/>
    <w:rsid w:val="00CB06DB"/>
    <w:rsid w:val="00CB1600"/>
    <w:rsid w:val="00CB1E14"/>
    <w:rsid w:val="00CB266D"/>
    <w:rsid w:val="00CB2B7C"/>
    <w:rsid w:val="00CB2D49"/>
    <w:rsid w:val="00CB2E4E"/>
    <w:rsid w:val="00CB442A"/>
    <w:rsid w:val="00CB5169"/>
    <w:rsid w:val="00CB72B8"/>
    <w:rsid w:val="00CB73F8"/>
    <w:rsid w:val="00CB77B6"/>
    <w:rsid w:val="00CC21CB"/>
    <w:rsid w:val="00CC2662"/>
    <w:rsid w:val="00CD0093"/>
    <w:rsid w:val="00CD014D"/>
    <w:rsid w:val="00CD2AEE"/>
    <w:rsid w:val="00CD3EF2"/>
    <w:rsid w:val="00CD5FD3"/>
    <w:rsid w:val="00CE2B0E"/>
    <w:rsid w:val="00CE33F3"/>
    <w:rsid w:val="00CE3F6E"/>
    <w:rsid w:val="00CF2540"/>
    <w:rsid w:val="00CF76DC"/>
    <w:rsid w:val="00D008B5"/>
    <w:rsid w:val="00D03823"/>
    <w:rsid w:val="00D052AD"/>
    <w:rsid w:val="00D06041"/>
    <w:rsid w:val="00D10F22"/>
    <w:rsid w:val="00D11C7E"/>
    <w:rsid w:val="00D11D81"/>
    <w:rsid w:val="00D121A0"/>
    <w:rsid w:val="00D15731"/>
    <w:rsid w:val="00D215F3"/>
    <w:rsid w:val="00D230BE"/>
    <w:rsid w:val="00D24B27"/>
    <w:rsid w:val="00D24E52"/>
    <w:rsid w:val="00D24EB7"/>
    <w:rsid w:val="00D30743"/>
    <w:rsid w:val="00D325CA"/>
    <w:rsid w:val="00D35F9E"/>
    <w:rsid w:val="00D3666B"/>
    <w:rsid w:val="00D37A0D"/>
    <w:rsid w:val="00D40019"/>
    <w:rsid w:val="00D407B1"/>
    <w:rsid w:val="00D50099"/>
    <w:rsid w:val="00D521F0"/>
    <w:rsid w:val="00D54D3B"/>
    <w:rsid w:val="00D56048"/>
    <w:rsid w:val="00D617EC"/>
    <w:rsid w:val="00D622D1"/>
    <w:rsid w:val="00D64257"/>
    <w:rsid w:val="00D66B4A"/>
    <w:rsid w:val="00D70348"/>
    <w:rsid w:val="00D71430"/>
    <w:rsid w:val="00D7414C"/>
    <w:rsid w:val="00D84193"/>
    <w:rsid w:val="00D91E54"/>
    <w:rsid w:val="00D94E1E"/>
    <w:rsid w:val="00D95D09"/>
    <w:rsid w:val="00D973C3"/>
    <w:rsid w:val="00DA2E20"/>
    <w:rsid w:val="00DA2F5F"/>
    <w:rsid w:val="00DA46B3"/>
    <w:rsid w:val="00DA4CD5"/>
    <w:rsid w:val="00DB149C"/>
    <w:rsid w:val="00DB1801"/>
    <w:rsid w:val="00DB2733"/>
    <w:rsid w:val="00DC3289"/>
    <w:rsid w:val="00DD14C8"/>
    <w:rsid w:val="00DD5EF6"/>
    <w:rsid w:val="00DE4BE9"/>
    <w:rsid w:val="00DE5661"/>
    <w:rsid w:val="00DE641A"/>
    <w:rsid w:val="00DE647A"/>
    <w:rsid w:val="00DE64A6"/>
    <w:rsid w:val="00DE700F"/>
    <w:rsid w:val="00DF188C"/>
    <w:rsid w:val="00DF1BF4"/>
    <w:rsid w:val="00DF3577"/>
    <w:rsid w:val="00DF395D"/>
    <w:rsid w:val="00DF6661"/>
    <w:rsid w:val="00E009E2"/>
    <w:rsid w:val="00E02725"/>
    <w:rsid w:val="00E0495A"/>
    <w:rsid w:val="00E11705"/>
    <w:rsid w:val="00E14185"/>
    <w:rsid w:val="00E17478"/>
    <w:rsid w:val="00E21E9D"/>
    <w:rsid w:val="00E23209"/>
    <w:rsid w:val="00E2551F"/>
    <w:rsid w:val="00E32FD4"/>
    <w:rsid w:val="00E34E0B"/>
    <w:rsid w:val="00E36CB5"/>
    <w:rsid w:val="00E41571"/>
    <w:rsid w:val="00E426DC"/>
    <w:rsid w:val="00E45A59"/>
    <w:rsid w:val="00E46A90"/>
    <w:rsid w:val="00E54176"/>
    <w:rsid w:val="00E55289"/>
    <w:rsid w:val="00E60005"/>
    <w:rsid w:val="00E63399"/>
    <w:rsid w:val="00E63DAF"/>
    <w:rsid w:val="00E6459B"/>
    <w:rsid w:val="00E64D98"/>
    <w:rsid w:val="00E70638"/>
    <w:rsid w:val="00E737A1"/>
    <w:rsid w:val="00E7524B"/>
    <w:rsid w:val="00E7667C"/>
    <w:rsid w:val="00E802F1"/>
    <w:rsid w:val="00E803FA"/>
    <w:rsid w:val="00E811DB"/>
    <w:rsid w:val="00E81BF4"/>
    <w:rsid w:val="00E84AD4"/>
    <w:rsid w:val="00E861D4"/>
    <w:rsid w:val="00E914A8"/>
    <w:rsid w:val="00E943CD"/>
    <w:rsid w:val="00E95995"/>
    <w:rsid w:val="00E97A43"/>
    <w:rsid w:val="00EA131E"/>
    <w:rsid w:val="00EA35CC"/>
    <w:rsid w:val="00EA4671"/>
    <w:rsid w:val="00EB39E9"/>
    <w:rsid w:val="00EB6D8F"/>
    <w:rsid w:val="00EC2842"/>
    <w:rsid w:val="00EC3F33"/>
    <w:rsid w:val="00EC4231"/>
    <w:rsid w:val="00EC52C4"/>
    <w:rsid w:val="00EC5637"/>
    <w:rsid w:val="00EC5DB6"/>
    <w:rsid w:val="00ED00A0"/>
    <w:rsid w:val="00ED0651"/>
    <w:rsid w:val="00ED23D2"/>
    <w:rsid w:val="00ED2E3F"/>
    <w:rsid w:val="00ED37D4"/>
    <w:rsid w:val="00ED464A"/>
    <w:rsid w:val="00ED7391"/>
    <w:rsid w:val="00ED7557"/>
    <w:rsid w:val="00ED7DAD"/>
    <w:rsid w:val="00EE1757"/>
    <w:rsid w:val="00EE2C8F"/>
    <w:rsid w:val="00EF2D9E"/>
    <w:rsid w:val="00EF5C70"/>
    <w:rsid w:val="00F00E2B"/>
    <w:rsid w:val="00F02CB4"/>
    <w:rsid w:val="00F05153"/>
    <w:rsid w:val="00F051D1"/>
    <w:rsid w:val="00F075A6"/>
    <w:rsid w:val="00F1388D"/>
    <w:rsid w:val="00F1394C"/>
    <w:rsid w:val="00F13C61"/>
    <w:rsid w:val="00F16A9C"/>
    <w:rsid w:val="00F1705F"/>
    <w:rsid w:val="00F22E83"/>
    <w:rsid w:val="00F23842"/>
    <w:rsid w:val="00F23920"/>
    <w:rsid w:val="00F23B4E"/>
    <w:rsid w:val="00F27DA3"/>
    <w:rsid w:val="00F35973"/>
    <w:rsid w:val="00F43803"/>
    <w:rsid w:val="00F4541B"/>
    <w:rsid w:val="00F46358"/>
    <w:rsid w:val="00F4653D"/>
    <w:rsid w:val="00F47F1B"/>
    <w:rsid w:val="00F545AA"/>
    <w:rsid w:val="00F5469E"/>
    <w:rsid w:val="00F5752F"/>
    <w:rsid w:val="00F63E44"/>
    <w:rsid w:val="00F64034"/>
    <w:rsid w:val="00F71689"/>
    <w:rsid w:val="00F71B6F"/>
    <w:rsid w:val="00F71C10"/>
    <w:rsid w:val="00F71F50"/>
    <w:rsid w:val="00F72142"/>
    <w:rsid w:val="00F7271C"/>
    <w:rsid w:val="00F744A7"/>
    <w:rsid w:val="00F75D2E"/>
    <w:rsid w:val="00F83386"/>
    <w:rsid w:val="00F8370E"/>
    <w:rsid w:val="00F87B1C"/>
    <w:rsid w:val="00F87CBB"/>
    <w:rsid w:val="00F87FD4"/>
    <w:rsid w:val="00F97F3C"/>
    <w:rsid w:val="00FA09F0"/>
    <w:rsid w:val="00FA4FED"/>
    <w:rsid w:val="00FA7FA5"/>
    <w:rsid w:val="00FB5940"/>
    <w:rsid w:val="00FB6154"/>
    <w:rsid w:val="00FC2C9B"/>
    <w:rsid w:val="00FC2FEB"/>
    <w:rsid w:val="00FC3352"/>
    <w:rsid w:val="00FD06C2"/>
    <w:rsid w:val="00FD12F0"/>
    <w:rsid w:val="00FD1532"/>
    <w:rsid w:val="00FD5F39"/>
    <w:rsid w:val="00FD6B17"/>
    <w:rsid w:val="00FE0096"/>
    <w:rsid w:val="00FE0FFD"/>
    <w:rsid w:val="00FE153A"/>
    <w:rsid w:val="00FF2121"/>
    <w:rsid w:val="00FF2D6A"/>
    <w:rsid w:val="00FF3E37"/>
    <w:rsid w:val="00FF4219"/>
    <w:rsid w:val="00FF4791"/>
    <w:rsid w:val="00FF56C8"/>
  </w:rsids>
  <m:mathPr>
    <m:mathFont m:val="Cambria Math"/>
    <m:brkBin m:val="before"/>
    <m:brkBinSub m:val="--"/>
    <m:smallFrac m:val="0"/>
    <m:dispDef/>
    <m:lMargin m:val="0"/>
    <m:rMargin m:val="0"/>
    <m:defJc m:val="centerGroup"/>
    <m:wrapIndent m:val="1440"/>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C99120"/>
  <w15:docId w15:val="{CC5DC107-EEA8-487E-B56B-974EC74EC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02679"/>
    <w:pPr>
      <w:spacing w:after="120" w:line="300" w:lineRule="atLeast"/>
    </w:pPr>
    <w:rPr>
      <w:rFonts w:ascii="Montserrat" w:eastAsia="Times New Roman" w:hAnsi="Montserrat" w:cs="Times New Roman"/>
      <w:sz w:val="20"/>
      <w:szCs w:val="24"/>
      <w:lang w:eastAsia="de-DE"/>
    </w:rPr>
  </w:style>
  <w:style w:type="paragraph" w:styleId="berschrift1">
    <w:name w:val="heading 1"/>
    <w:basedOn w:val="Standard"/>
    <w:next w:val="Standard"/>
    <w:link w:val="berschrift1Zchn"/>
    <w:uiPriority w:val="9"/>
    <w:qFormat/>
    <w:rsid w:val="00A23F6B"/>
    <w:pPr>
      <w:keepNext/>
      <w:keepLines/>
      <w:outlineLvl w:val="0"/>
    </w:pPr>
    <w:rPr>
      <w:rFonts w:eastAsiaTheme="majorEastAsia" w:cstheme="majorBidi"/>
      <w:b/>
      <w:bCs/>
      <w:sz w:val="28"/>
      <w:szCs w:val="28"/>
    </w:rPr>
  </w:style>
  <w:style w:type="paragraph" w:styleId="berschrift2">
    <w:name w:val="heading 2"/>
    <w:basedOn w:val="Standard"/>
    <w:next w:val="Standard"/>
    <w:link w:val="berschrift2Zchn"/>
    <w:uiPriority w:val="9"/>
    <w:unhideWhenUsed/>
    <w:qFormat/>
    <w:rsid w:val="00A23F6B"/>
    <w:pPr>
      <w:keepNext/>
      <w:keepLines/>
      <w:spacing w:before="240"/>
      <w:outlineLvl w:val="1"/>
    </w:pPr>
    <w:rPr>
      <w:rFonts w:eastAsiaTheme="majorEastAsia" w:cstheme="majorBidi"/>
      <w:b/>
      <w:bCs/>
      <w:sz w:val="24"/>
      <w:szCs w:val="26"/>
    </w:rPr>
  </w:style>
  <w:style w:type="paragraph" w:styleId="berschrift3">
    <w:name w:val="heading 3"/>
    <w:basedOn w:val="Standard"/>
    <w:next w:val="Standard"/>
    <w:link w:val="berschrift3Zchn"/>
    <w:uiPriority w:val="9"/>
    <w:unhideWhenUsed/>
    <w:qFormat/>
    <w:rsid w:val="00A23F6B"/>
    <w:pPr>
      <w:keepNext/>
      <w:keepLines/>
      <w:spacing w:before="240"/>
      <w:outlineLvl w:val="2"/>
    </w:pPr>
    <w:rPr>
      <w:rFonts w:eastAsiaTheme="majorEastAsia" w:cstheme="majorBidi"/>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20640"/>
    <w:rPr>
      <w:rFonts w:cs="Tahoma"/>
      <w:sz w:val="16"/>
      <w:szCs w:val="16"/>
    </w:rPr>
  </w:style>
  <w:style w:type="character" w:customStyle="1" w:styleId="SprechblasentextZchn">
    <w:name w:val="Sprechblasentext Zchn"/>
    <w:basedOn w:val="Absatz-Standardschriftart"/>
    <w:link w:val="Sprechblasentext"/>
    <w:uiPriority w:val="99"/>
    <w:semiHidden/>
    <w:rsid w:val="00A20640"/>
    <w:rPr>
      <w:rFonts w:ascii="Tahoma" w:eastAsia="Times New Roman" w:hAnsi="Tahoma" w:cs="Tahoma"/>
      <w:sz w:val="16"/>
      <w:szCs w:val="16"/>
      <w:lang w:eastAsia="de-DE"/>
    </w:rPr>
  </w:style>
  <w:style w:type="paragraph" w:styleId="Kopfzeile">
    <w:name w:val="header"/>
    <w:basedOn w:val="Standard"/>
    <w:link w:val="KopfzeileZchn"/>
    <w:uiPriority w:val="99"/>
    <w:unhideWhenUsed/>
    <w:rsid w:val="009E6718"/>
    <w:pPr>
      <w:tabs>
        <w:tab w:val="center" w:pos="4536"/>
        <w:tab w:val="right" w:pos="9072"/>
      </w:tabs>
    </w:pPr>
  </w:style>
  <w:style w:type="character" w:customStyle="1" w:styleId="KopfzeileZchn">
    <w:name w:val="Kopfzeile Zchn"/>
    <w:basedOn w:val="Absatz-Standardschriftart"/>
    <w:link w:val="Kopfzeile"/>
    <w:uiPriority w:val="99"/>
    <w:rsid w:val="009E6718"/>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9E6718"/>
    <w:pPr>
      <w:tabs>
        <w:tab w:val="center" w:pos="4536"/>
        <w:tab w:val="right" w:pos="9072"/>
      </w:tabs>
    </w:pPr>
  </w:style>
  <w:style w:type="character" w:customStyle="1" w:styleId="FuzeileZchn">
    <w:name w:val="Fußzeile Zchn"/>
    <w:basedOn w:val="Absatz-Standardschriftart"/>
    <w:link w:val="Fuzeile"/>
    <w:uiPriority w:val="99"/>
    <w:rsid w:val="009E6718"/>
    <w:rPr>
      <w:rFonts w:ascii="Times New Roman" w:eastAsia="Times New Roman" w:hAnsi="Times New Roman" w:cs="Times New Roman"/>
      <w:sz w:val="24"/>
      <w:szCs w:val="24"/>
      <w:lang w:eastAsia="de-DE"/>
    </w:rPr>
  </w:style>
  <w:style w:type="character" w:styleId="Platzhaltertext">
    <w:name w:val="Placeholder Text"/>
    <w:basedOn w:val="Absatz-Standardschriftart"/>
    <w:uiPriority w:val="99"/>
    <w:semiHidden/>
    <w:rsid w:val="00651AE9"/>
    <w:rPr>
      <w:color w:val="808080"/>
    </w:rPr>
  </w:style>
  <w:style w:type="paragraph" w:styleId="Listenabsatz">
    <w:name w:val="List Paragraph"/>
    <w:basedOn w:val="Standard"/>
    <w:uiPriority w:val="34"/>
    <w:qFormat/>
    <w:rsid w:val="006168C4"/>
    <w:pPr>
      <w:ind w:left="720"/>
      <w:contextualSpacing/>
    </w:pPr>
  </w:style>
  <w:style w:type="table" w:styleId="Tabellenraster">
    <w:name w:val="Table Grid"/>
    <w:basedOn w:val="NormaleTabelle"/>
    <w:uiPriority w:val="59"/>
    <w:rsid w:val="00A52D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A23F6B"/>
    <w:rPr>
      <w:rFonts w:ascii="Tahoma" w:eastAsiaTheme="majorEastAsia" w:hAnsi="Tahoma" w:cstheme="majorBidi"/>
      <w:b/>
      <w:bCs/>
      <w:sz w:val="28"/>
      <w:szCs w:val="28"/>
      <w:lang w:eastAsia="de-DE"/>
    </w:rPr>
  </w:style>
  <w:style w:type="character" w:customStyle="1" w:styleId="berschrift2Zchn">
    <w:name w:val="Überschrift 2 Zchn"/>
    <w:basedOn w:val="Absatz-Standardschriftart"/>
    <w:link w:val="berschrift2"/>
    <w:uiPriority w:val="9"/>
    <w:rsid w:val="00A23F6B"/>
    <w:rPr>
      <w:rFonts w:ascii="Tahoma" w:eastAsiaTheme="majorEastAsia" w:hAnsi="Tahoma" w:cstheme="majorBidi"/>
      <w:b/>
      <w:bCs/>
      <w:sz w:val="24"/>
      <w:szCs w:val="26"/>
      <w:lang w:eastAsia="de-DE"/>
    </w:rPr>
  </w:style>
  <w:style w:type="character" w:customStyle="1" w:styleId="berschrift3Zchn">
    <w:name w:val="Überschrift 3 Zchn"/>
    <w:basedOn w:val="Absatz-Standardschriftart"/>
    <w:link w:val="berschrift3"/>
    <w:uiPriority w:val="9"/>
    <w:rsid w:val="00A23F6B"/>
    <w:rPr>
      <w:rFonts w:ascii="Tahoma" w:eastAsiaTheme="majorEastAsia" w:hAnsi="Tahoma" w:cstheme="majorBidi"/>
      <w:b/>
      <w:bCs/>
      <w:szCs w:val="24"/>
      <w:lang w:eastAsia="de-DE"/>
    </w:rPr>
  </w:style>
  <w:style w:type="paragraph" w:styleId="Untertitel">
    <w:name w:val="Subtitle"/>
    <w:basedOn w:val="Standard"/>
    <w:next w:val="Standard"/>
    <w:link w:val="UntertitelZchn"/>
    <w:uiPriority w:val="11"/>
    <w:qFormat/>
    <w:rsid w:val="00BF0760"/>
    <w:pPr>
      <w:numPr>
        <w:ilvl w:val="1"/>
      </w:numPr>
    </w:pPr>
    <w:rPr>
      <w:rFonts w:asciiTheme="majorHAnsi" w:eastAsiaTheme="majorEastAsia" w:hAnsiTheme="majorHAnsi" w:cstheme="majorBidi"/>
      <w:i/>
      <w:iCs/>
      <w:spacing w:val="15"/>
      <w:sz w:val="24"/>
    </w:rPr>
  </w:style>
  <w:style w:type="character" w:customStyle="1" w:styleId="UntertitelZchn">
    <w:name w:val="Untertitel Zchn"/>
    <w:basedOn w:val="Absatz-Standardschriftart"/>
    <w:link w:val="Untertitel"/>
    <w:uiPriority w:val="11"/>
    <w:rsid w:val="00BF0760"/>
    <w:rPr>
      <w:rFonts w:asciiTheme="majorHAnsi" w:eastAsiaTheme="majorEastAsia" w:hAnsiTheme="majorHAnsi" w:cstheme="majorBidi"/>
      <w:i/>
      <w:iCs/>
      <w:spacing w:val="15"/>
      <w:sz w:val="24"/>
      <w:szCs w:val="24"/>
      <w:lang w:eastAsia="de-DE"/>
    </w:rPr>
  </w:style>
  <w:style w:type="character" w:styleId="Kommentarzeichen">
    <w:name w:val="annotation reference"/>
    <w:basedOn w:val="Absatz-Standardschriftart"/>
    <w:uiPriority w:val="99"/>
    <w:semiHidden/>
    <w:unhideWhenUsed/>
    <w:rsid w:val="00AE74C5"/>
    <w:rPr>
      <w:sz w:val="16"/>
      <w:szCs w:val="16"/>
    </w:rPr>
  </w:style>
  <w:style w:type="paragraph" w:styleId="Kommentartext">
    <w:name w:val="annotation text"/>
    <w:basedOn w:val="Standard"/>
    <w:link w:val="KommentartextZchn"/>
    <w:uiPriority w:val="99"/>
    <w:semiHidden/>
    <w:unhideWhenUsed/>
    <w:rsid w:val="00AE74C5"/>
    <w:pPr>
      <w:spacing w:line="240" w:lineRule="auto"/>
    </w:pPr>
    <w:rPr>
      <w:szCs w:val="20"/>
    </w:rPr>
  </w:style>
  <w:style w:type="character" w:customStyle="1" w:styleId="KommentartextZchn">
    <w:name w:val="Kommentartext Zchn"/>
    <w:basedOn w:val="Absatz-Standardschriftart"/>
    <w:link w:val="Kommentartext"/>
    <w:uiPriority w:val="99"/>
    <w:semiHidden/>
    <w:rsid w:val="00AE74C5"/>
    <w:rPr>
      <w:rFonts w:ascii="Montserrat" w:eastAsia="Times New Roman" w:hAnsi="Montserrat"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AE74C5"/>
    <w:rPr>
      <w:b/>
      <w:bCs/>
    </w:rPr>
  </w:style>
  <w:style w:type="character" w:customStyle="1" w:styleId="KommentarthemaZchn">
    <w:name w:val="Kommentarthema Zchn"/>
    <w:basedOn w:val="KommentartextZchn"/>
    <w:link w:val="Kommentarthema"/>
    <w:uiPriority w:val="99"/>
    <w:semiHidden/>
    <w:rsid w:val="00AE74C5"/>
    <w:rPr>
      <w:rFonts w:ascii="Montserrat" w:eastAsia="Times New Roman" w:hAnsi="Montserrat"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604229">
      <w:bodyDiv w:val="1"/>
      <w:marLeft w:val="0"/>
      <w:marRight w:val="0"/>
      <w:marTop w:val="0"/>
      <w:marBottom w:val="0"/>
      <w:divBdr>
        <w:top w:val="none" w:sz="0" w:space="0" w:color="auto"/>
        <w:left w:val="none" w:sz="0" w:space="0" w:color="auto"/>
        <w:bottom w:val="none" w:sz="0" w:space="0" w:color="auto"/>
        <w:right w:val="none" w:sz="0" w:space="0" w:color="auto"/>
      </w:divBdr>
    </w:div>
    <w:div w:id="433676127">
      <w:bodyDiv w:val="1"/>
      <w:marLeft w:val="0"/>
      <w:marRight w:val="0"/>
      <w:marTop w:val="0"/>
      <w:marBottom w:val="0"/>
      <w:divBdr>
        <w:top w:val="none" w:sz="0" w:space="0" w:color="auto"/>
        <w:left w:val="none" w:sz="0" w:space="0" w:color="auto"/>
        <w:bottom w:val="none" w:sz="0" w:space="0" w:color="auto"/>
        <w:right w:val="none" w:sz="0" w:space="0" w:color="auto"/>
      </w:divBdr>
    </w:div>
    <w:div w:id="502402431">
      <w:bodyDiv w:val="1"/>
      <w:marLeft w:val="0"/>
      <w:marRight w:val="0"/>
      <w:marTop w:val="0"/>
      <w:marBottom w:val="0"/>
      <w:divBdr>
        <w:top w:val="none" w:sz="0" w:space="0" w:color="auto"/>
        <w:left w:val="none" w:sz="0" w:space="0" w:color="auto"/>
        <w:bottom w:val="none" w:sz="0" w:space="0" w:color="auto"/>
        <w:right w:val="none" w:sz="0" w:space="0" w:color="auto"/>
      </w:divBdr>
    </w:div>
    <w:div w:id="770316122">
      <w:bodyDiv w:val="1"/>
      <w:marLeft w:val="0"/>
      <w:marRight w:val="0"/>
      <w:marTop w:val="0"/>
      <w:marBottom w:val="0"/>
      <w:divBdr>
        <w:top w:val="none" w:sz="0" w:space="0" w:color="auto"/>
        <w:left w:val="none" w:sz="0" w:space="0" w:color="auto"/>
        <w:bottom w:val="none" w:sz="0" w:space="0" w:color="auto"/>
        <w:right w:val="none" w:sz="0" w:space="0" w:color="auto"/>
      </w:divBdr>
    </w:div>
    <w:div w:id="996417133">
      <w:bodyDiv w:val="1"/>
      <w:marLeft w:val="0"/>
      <w:marRight w:val="0"/>
      <w:marTop w:val="0"/>
      <w:marBottom w:val="0"/>
      <w:divBdr>
        <w:top w:val="none" w:sz="0" w:space="0" w:color="auto"/>
        <w:left w:val="none" w:sz="0" w:space="0" w:color="auto"/>
        <w:bottom w:val="none" w:sz="0" w:space="0" w:color="auto"/>
        <w:right w:val="none" w:sz="0" w:space="0" w:color="auto"/>
      </w:divBdr>
    </w:div>
    <w:div w:id="1253389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phan%20Schnittger\AppData\Roaming\Microsoft\Templates\Arbeitsblatt_HWS.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26E75B46905F644B082CF0E0FA2D5CB" ma:contentTypeVersion="" ma:contentTypeDescription="Ein neues Dokument erstellen." ma:contentTypeScope="" ma:versionID="13290f12e97b0a9c88d178a7fffc9292">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D906B3-D533-4216-8C3F-38AA9A310C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4C7996B-21CA-4926-9753-B425206232D5}">
  <ds:schemaRefs>
    <ds:schemaRef ds:uri="http://schemas.microsoft.com/sharepoint/v3/contenttype/forms"/>
  </ds:schemaRefs>
</ds:datastoreItem>
</file>

<file path=customXml/itemProps3.xml><?xml version="1.0" encoding="utf-8"?>
<ds:datastoreItem xmlns:ds="http://schemas.openxmlformats.org/officeDocument/2006/customXml" ds:itemID="{38A89C49-E039-4D5F-B3EC-D2BC1F4E50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89B642-FB39-4776-A741-3203DD037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Arbeitsblatt_HWS.dotx</Template>
  <TotalTime>0</TotalTime>
  <Pages>2</Pages>
  <Words>281</Words>
  <Characters>1706</Characters>
  <Application>Microsoft Office Word</Application>
  <DocSecurity>0</DocSecurity>
  <Lines>33</Lines>
  <Paragraphs>12</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Vorlagenblatt</dc:subject>
  <dc:creator>Stephan Schnittger</dc:creator>
  <cp:lastModifiedBy>txtbro_ strauss</cp:lastModifiedBy>
  <cp:revision>62</cp:revision>
  <cp:lastPrinted>2020-04-19T19:11:00Z</cp:lastPrinted>
  <dcterms:created xsi:type="dcterms:W3CDTF">2020-04-18T15:46:00Z</dcterms:created>
  <dcterms:modified xsi:type="dcterms:W3CDTF">2021-06-15T15:12:00Z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0x010100126E75B46905F644B082CF0E0FA2D5CB</vt:lpwstr>
  </property>
</Properties>
</file>